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73603" w:rsidRDefault="00485FE5" w:rsidP="00E73603">
      <w:pPr>
        <w:pStyle w:val="ConsPlusNormal"/>
        <w:jc w:val="center"/>
      </w:pPr>
      <w:r>
        <w:t xml:space="preserve">СВОДНАЯ </w:t>
      </w:r>
      <w:r w:rsidR="00E73603">
        <w:t>ИНФОРМАЦИЯ</w:t>
      </w:r>
    </w:p>
    <w:p w:rsidR="00E73603" w:rsidRDefault="00E73603" w:rsidP="00E73603">
      <w:pPr>
        <w:pStyle w:val="ConsPlusNormal"/>
        <w:jc w:val="center"/>
      </w:pPr>
      <w:r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764"/>
      </w:tblGrid>
      <w:tr w:rsidR="00E73603" w:rsidTr="00ED6332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970DD5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970DD5">
              <w:t>июля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970DD5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01.0</w:t>
            </w:r>
            <w:r w:rsidR="00970DD5">
              <w:rPr>
                <w:sz w:val="20"/>
                <w:szCs w:val="20"/>
              </w:rPr>
              <w:t>7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961C20" w:rsidP="00ED633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EE5A81">
            <w:pPr>
              <w:pStyle w:val="ConsPlusNormal"/>
              <w:jc w:val="both"/>
            </w:pPr>
          </w:p>
          <w:p w:rsidR="00E62846" w:rsidRDefault="00E62846" w:rsidP="00EE5A81">
            <w:pPr>
              <w:jc w:val="both"/>
            </w:pPr>
          </w:p>
          <w:p w:rsidR="00E73603" w:rsidRPr="00E62846" w:rsidRDefault="00EE5A81" w:rsidP="00EE5A81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EE5A81">
            <w:pPr>
              <w:pStyle w:val="ConsPlusNormal"/>
              <w:jc w:val="both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FA2EC1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32" w:rsidRPr="00ED6332" w:rsidRDefault="00ED6332" w:rsidP="00ED6332">
            <w:pPr>
              <w:pStyle w:val="ConsPlusNormal"/>
              <w:rPr>
                <w:sz w:val="18"/>
                <w:szCs w:val="18"/>
              </w:rPr>
            </w:pPr>
            <w:r w:rsidRPr="00ED6332">
              <w:rPr>
                <w:sz w:val="18"/>
                <w:szCs w:val="18"/>
              </w:rPr>
              <w:t>11000Р6099</w:t>
            </w:r>
          </w:p>
          <w:p w:rsidR="00E73603" w:rsidRPr="00ED6332" w:rsidRDefault="00E73603" w:rsidP="00B6410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EE5A81">
            <w:pPr>
              <w:pStyle w:val="ConsPlusNormal"/>
              <w:jc w:val="both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FA2EC1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32" w:rsidRPr="00ED6332" w:rsidRDefault="00ED6332" w:rsidP="003279AF">
            <w:pPr>
              <w:pStyle w:val="ConsPlusNormal"/>
              <w:rPr>
                <w:sz w:val="16"/>
                <w:szCs w:val="16"/>
              </w:rPr>
            </w:pPr>
            <w:r w:rsidRPr="00ED6332">
              <w:rPr>
                <w:sz w:val="16"/>
                <w:szCs w:val="16"/>
              </w:rPr>
              <w:t>057031411000Р6099612</w:t>
            </w:r>
          </w:p>
        </w:tc>
      </w:tr>
      <w:tr w:rsidR="00E73603" w:rsidTr="00ED6332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985"/>
        <w:gridCol w:w="1843"/>
      </w:tblGrid>
      <w:tr w:rsidR="00E73603" w:rsidRPr="00631B09" w:rsidTr="00ED633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ED633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843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843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843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843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843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843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ED633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985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843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0"/>
        <w:gridCol w:w="960"/>
        <w:gridCol w:w="904"/>
        <w:gridCol w:w="904"/>
        <w:gridCol w:w="823"/>
        <w:gridCol w:w="438"/>
        <w:gridCol w:w="706"/>
        <w:gridCol w:w="761"/>
        <w:gridCol w:w="706"/>
        <w:gridCol w:w="761"/>
        <w:gridCol w:w="761"/>
        <w:gridCol w:w="793"/>
        <w:gridCol w:w="643"/>
        <w:gridCol w:w="1326"/>
        <w:gridCol w:w="936"/>
        <w:gridCol w:w="1078"/>
        <w:gridCol w:w="787"/>
        <w:gridCol w:w="787"/>
      </w:tblGrid>
      <w:tr w:rsidR="00B6410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B6410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B6410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B6410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B64102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B64102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</w:t>
            </w:r>
            <w:r w:rsidR="00DB663C">
              <w:rPr>
                <w:sz w:val="20"/>
                <w:szCs w:val="20"/>
              </w:rPr>
              <w:t>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410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B64102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r w:rsidR="00B64102">
              <w:rPr>
                <w:sz w:val="20"/>
                <w:szCs w:val="20"/>
              </w:rPr>
              <w:t>«Тракторостроитель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</w:t>
            </w:r>
            <w:r>
              <w:rPr>
                <w:sz w:val="20"/>
                <w:szCs w:val="20"/>
              </w:rPr>
              <w:lastRenderedPageBreak/>
              <w:t xml:space="preserve">ы </w:t>
            </w:r>
            <w:r w:rsidR="00B64102">
              <w:rPr>
                <w:sz w:val="20"/>
                <w:szCs w:val="20"/>
              </w:rPr>
              <w:t>Профилактика преступлений и иных правонарушений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B6410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</w:t>
            </w:r>
            <w:r w:rsidR="009706B2">
              <w:rPr>
                <w:sz w:val="20"/>
                <w:szCs w:val="20"/>
              </w:rPr>
              <w:t>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410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B64102">
              <w:rPr>
                <w:sz w:val="20"/>
                <w:szCs w:val="20"/>
              </w:rPr>
              <w:t xml:space="preserve">Профилактика преступлений и иных правонарушений в городе Рубцовске </w:t>
            </w: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3279AF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  <w:r w:rsidR="009706B2">
              <w:rPr>
                <w:sz w:val="20"/>
                <w:szCs w:val="20"/>
              </w:rPr>
              <w:t>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B6410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6410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B97" w:rsidRDefault="00E32B97">
      <w:r>
        <w:separator/>
      </w:r>
    </w:p>
  </w:endnote>
  <w:endnote w:type="continuationSeparator" w:id="0">
    <w:p w:rsidR="00E32B97" w:rsidRDefault="00E32B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6214E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B97" w:rsidRDefault="00E32B97">
      <w:r>
        <w:separator/>
      </w:r>
    </w:p>
  </w:footnote>
  <w:footnote w:type="continuationSeparator" w:id="0">
    <w:p w:rsidR="00E32B97" w:rsidRDefault="00E32B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6214E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B6214E">
    <w:pPr>
      <w:pStyle w:val="a5"/>
      <w:jc w:val="right"/>
    </w:pPr>
    <w:fldSimple w:instr=" PAGE   \* MERGEFORMAT ">
      <w:r w:rsidR="00961C20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6132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36C0A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4EFC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1C20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214E"/>
    <w:rsid w:val="00B63A74"/>
    <w:rsid w:val="00B64102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5C63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5AAD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2B97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332"/>
    <w:rsid w:val="00ED670B"/>
    <w:rsid w:val="00ED6C94"/>
    <w:rsid w:val="00EE30F2"/>
    <w:rsid w:val="00EE34B1"/>
    <w:rsid w:val="00EE3B03"/>
    <w:rsid w:val="00EE5531"/>
    <w:rsid w:val="00EE5A8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2EC1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B72B4-5256-4AE7-B8FE-A6837B85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67</TotalTime>
  <Pages>6</Pages>
  <Words>448</Words>
  <Characters>4879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5317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15</cp:revision>
  <cp:lastPrinted>2025-02-07T06:18:00Z</cp:lastPrinted>
  <dcterms:created xsi:type="dcterms:W3CDTF">2025-04-18T04:37:00Z</dcterms:created>
  <dcterms:modified xsi:type="dcterms:W3CDTF">2025-07-16T07:38:00Z</dcterms:modified>
</cp:coreProperties>
</file>