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C1" w:rsidRDefault="00042CC1" w:rsidP="00042CC1">
      <w:pPr>
        <w:pStyle w:val="ConsPlusNormal"/>
        <w:jc w:val="center"/>
      </w:pPr>
    </w:p>
    <w:p w:rsidR="00042CC1" w:rsidRDefault="00042CC1" w:rsidP="00042CC1">
      <w:pPr>
        <w:pStyle w:val="ConsPlusNormal"/>
        <w:jc w:val="center"/>
      </w:pPr>
      <w:r>
        <w:t>ИНФОРМАЦИЯ</w:t>
      </w:r>
    </w:p>
    <w:p w:rsidR="00042CC1" w:rsidRDefault="00042CC1" w:rsidP="00042CC1">
      <w:pPr>
        <w:pStyle w:val="ConsPlusNormal"/>
        <w:jc w:val="center"/>
      </w:pPr>
      <w:r>
        <w:t>о мониторинге достижения результатов предоставления субсидии</w:t>
      </w:r>
    </w:p>
    <w:p w:rsidR="00042CC1" w:rsidRDefault="00042CC1" w:rsidP="00042CC1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345"/>
        <w:gridCol w:w="340"/>
        <w:gridCol w:w="1310"/>
        <w:gridCol w:w="1418"/>
      </w:tblGrid>
      <w:tr w:rsidR="00042CC1" w:rsidTr="00F37886">
        <w:tc>
          <w:tcPr>
            <w:tcW w:w="8000" w:type="dxa"/>
            <w:gridSpan w:val="4"/>
            <w:tcBorders>
              <w:top w:val="nil"/>
              <w:left w:val="nil"/>
              <w:bottom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42CC1" w:rsidRDefault="00042CC1" w:rsidP="007954E0">
            <w:pPr>
              <w:pStyle w:val="ConsPlusNormal"/>
              <w:jc w:val="center"/>
            </w:pPr>
            <w:r>
              <w:t>Коды</w:t>
            </w:r>
          </w:p>
        </w:tc>
      </w:tr>
      <w:tr w:rsidR="00042CC1" w:rsidTr="00F3788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  <w:jc w:val="center"/>
            </w:pPr>
            <w:r>
              <w:t>по состоянию</w:t>
            </w:r>
          </w:p>
          <w:p w:rsidR="00042CC1" w:rsidRDefault="00042CC1" w:rsidP="00F23BBE">
            <w:pPr>
              <w:pStyle w:val="ConsPlusNormal"/>
              <w:jc w:val="center"/>
            </w:pPr>
            <w:r>
              <w:t>на "</w:t>
            </w:r>
            <w:r w:rsidR="00F23BBE">
              <w:t>01</w:t>
            </w:r>
            <w:r>
              <w:t>"</w:t>
            </w:r>
            <w:r w:rsidR="009200A5">
              <w:t xml:space="preserve"> </w:t>
            </w:r>
            <w:r w:rsidR="00F23BBE">
              <w:t>апреля</w:t>
            </w:r>
            <w:r>
              <w:t xml:space="preserve"> 20</w:t>
            </w:r>
            <w:r w:rsidR="009200A5">
              <w:t>25</w:t>
            </w:r>
            <w: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42CC1" w:rsidRDefault="00042CC1" w:rsidP="007954E0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C1" w:rsidRPr="009200A5" w:rsidRDefault="00F23BBE" w:rsidP="007954E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01.04</w:t>
            </w:r>
            <w:r w:rsidR="009200A5" w:rsidRPr="009200A5">
              <w:rPr>
                <w:sz w:val="16"/>
                <w:szCs w:val="16"/>
              </w:rPr>
              <w:t>.2025</w:t>
            </w:r>
          </w:p>
        </w:tc>
      </w:tr>
      <w:tr w:rsidR="00042CC1" w:rsidTr="00F3788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42CC1" w:rsidRDefault="00042CC1" w:rsidP="007954E0">
            <w:pPr>
              <w:pStyle w:val="ConsPlusNormal"/>
              <w:jc w:val="right"/>
            </w:pPr>
            <w:r>
              <w:t xml:space="preserve">Дата </w:t>
            </w:r>
            <w:hyperlink w:anchor="P1358" w:tooltip="&lt;1&gt; Дата формирования настоящей Информации о мониторинге достижения результатов предоставления субсидии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C1" w:rsidRPr="009200A5" w:rsidRDefault="00F23BBE" w:rsidP="007954E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23.04</w:t>
            </w:r>
            <w:r w:rsidR="009200A5" w:rsidRPr="009200A5">
              <w:rPr>
                <w:sz w:val="16"/>
                <w:szCs w:val="16"/>
              </w:rPr>
              <w:t>.2025</w:t>
            </w:r>
          </w:p>
        </w:tc>
      </w:tr>
      <w:tr w:rsidR="00042CC1" w:rsidTr="00580E71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CC1" w:rsidRDefault="00042CC1" w:rsidP="007954E0">
            <w:pPr>
              <w:pStyle w:val="ConsPlusNormal"/>
            </w:pPr>
            <w:r>
              <w:t>Наименование финанс</w:t>
            </w:r>
            <w:r>
              <w:t>о</w:t>
            </w:r>
            <w:r>
              <w:t>вого органа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  <w:p w:rsidR="00417C0A" w:rsidRDefault="00417C0A" w:rsidP="00417C0A">
            <w:pPr>
              <w:pStyle w:val="ConsPlusNormal"/>
            </w:pPr>
            <w:r>
              <w:t>Комитет по финансам, нал</w:t>
            </w:r>
            <w:r>
              <w:t>о</w:t>
            </w:r>
            <w:r>
              <w:t>говой и кредитной политике Администрации города Ру</w:t>
            </w:r>
            <w:r>
              <w:t>б</w:t>
            </w:r>
            <w:r>
              <w:t>цовска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42CC1" w:rsidRDefault="00042CC1" w:rsidP="007954E0">
            <w:pPr>
              <w:pStyle w:val="ConsPlusNormal"/>
              <w:jc w:val="right"/>
            </w:pPr>
            <w:r>
              <w:t>по Сво</w:t>
            </w:r>
            <w:r>
              <w:t>д</w:t>
            </w:r>
            <w:r>
              <w:t>ному ре</w:t>
            </w:r>
            <w:r>
              <w:t>е</w:t>
            </w:r>
            <w:r>
              <w:t>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CC1" w:rsidRPr="006F6E13" w:rsidRDefault="006F6E13" w:rsidP="00580E71">
            <w:pPr>
              <w:pStyle w:val="ConsPlusNormal"/>
              <w:jc w:val="center"/>
              <w:rPr>
                <w:sz w:val="16"/>
                <w:szCs w:val="16"/>
              </w:rPr>
            </w:pPr>
            <w:r w:rsidRPr="006F6E13">
              <w:rPr>
                <w:sz w:val="16"/>
                <w:szCs w:val="16"/>
              </w:rPr>
              <w:t>03173000690</w:t>
            </w:r>
          </w:p>
        </w:tc>
      </w:tr>
      <w:tr w:rsidR="00042CC1" w:rsidTr="00580E71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CC1" w:rsidRDefault="00042CC1" w:rsidP="007954E0">
            <w:pPr>
              <w:pStyle w:val="ConsPlusNormal"/>
            </w:pPr>
            <w:r>
              <w:t>Наименование структу</w:t>
            </w:r>
            <w:r>
              <w:t>р</w:t>
            </w:r>
            <w:r>
              <w:t>ного элемента государс</w:t>
            </w:r>
            <w:r>
              <w:t>т</w:t>
            </w:r>
            <w:r>
              <w:t xml:space="preserve">венной (муниципальной) программы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CC1" w:rsidRDefault="00F23BBE" w:rsidP="00F23BBE">
            <w:pPr>
              <w:pStyle w:val="ConsPlusNormal"/>
              <w:jc w:val="both"/>
            </w:pPr>
            <w:r w:rsidRPr="00F23BBE">
              <w:t>Муниципальная программа</w:t>
            </w:r>
            <w:r>
              <w:t xml:space="preserve"> «</w:t>
            </w:r>
            <w:r w:rsidRPr="00F23BBE">
              <w:t>Развитие культуры города Рубцовска</w:t>
            </w:r>
            <w:r>
              <w:t>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42CC1" w:rsidRDefault="00042CC1" w:rsidP="00580E71">
            <w:pPr>
              <w:pStyle w:val="ConsPlusNormal"/>
              <w:jc w:val="center"/>
            </w:pPr>
            <w:r>
              <w:t xml:space="preserve">по БК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CC1" w:rsidRPr="006F6E13" w:rsidRDefault="00F23BBE" w:rsidP="005F19A4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28000Р605</w:t>
            </w:r>
            <w:r w:rsidR="005F19A4">
              <w:rPr>
                <w:sz w:val="16"/>
                <w:szCs w:val="16"/>
              </w:rPr>
              <w:t>3</w:t>
            </w:r>
          </w:p>
        </w:tc>
      </w:tr>
      <w:tr w:rsidR="00042CC1" w:rsidTr="00580E71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CC1" w:rsidRDefault="00042CC1" w:rsidP="007954E0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CC1" w:rsidRDefault="00F23BBE" w:rsidP="007954E0">
            <w:pPr>
              <w:pStyle w:val="ConsPlusNormal"/>
            </w:pPr>
            <w:r>
              <w:t>Проведение культурно-массовых мероприятий типа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42CC1" w:rsidRDefault="00042CC1" w:rsidP="00580E71">
            <w:pPr>
              <w:pStyle w:val="ConsPlusNormal"/>
              <w:jc w:val="center"/>
            </w:pPr>
            <w:r>
              <w:t xml:space="preserve">по БК </w:t>
            </w:r>
            <w:hyperlink w:anchor="P1360" w:tooltip="&lt;3&gt; 13 - 17 разряды целевой статьи расходов соответствующего бюджета бюджетной системы Российской Федерации.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CC1" w:rsidRPr="00F37886" w:rsidRDefault="00F23BBE" w:rsidP="005F19A4">
            <w:pPr>
              <w:pStyle w:val="ConsPlusNormal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057080128000Р605</w:t>
            </w:r>
            <w:r w:rsidR="005F19A4">
              <w:rPr>
                <w:sz w:val="12"/>
                <w:szCs w:val="12"/>
              </w:rPr>
              <w:t>3</w:t>
            </w:r>
            <w:r>
              <w:rPr>
                <w:sz w:val="12"/>
                <w:szCs w:val="12"/>
              </w:rPr>
              <w:t>612</w:t>
            </w:r>
          </w:p>
        </w:tc>
      </w:tr>
      <w:tr w:rsidR="00042CC1" w:rsidTr="00F3788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CC1" w:rsidRDefault="00042CC1" w:rsidP="007954E0">
            <w:pPr>
              <w:pStyle w:val="ConsPlusNormal"/>
            </w:pPr>
            <w:r>
              <w:t>Периодичность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CC1" w:rsidRDefault="001A485C" w:rsidP="007954E0">
            <w:pPr>
              <w:pStyle w:val="ConsPlusNormal"/>
            </w:pPr>
            <w:r>
              <w:t>квартальная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C1" w:rsidRDefault="00042CC1" w:rsidP="007954E0">
            <w:pPr>
              <w:pStyle w:val="ConsPlusNormal"/>
            </w:pPr>
          </w:p>
        </w:tc>
      </w:tr>
    </w:tbl>
    <w:p w:rsidR="00042CC1" w:rsidRDefault="00042CC1" w:rsidP="00042CC1">
      <w:pPr>
        <w:pStyle w:val="ConsPlusNormal"/>
        <w:jc w:val="both"/>
      </w:pPr>
    </w:p>
    <w:p w:rsidR="00042CC1" w:rsidRDefault="00042CC1" w:rsidP="00042CC1">
      <w:pPr>
        <w:pStyle w:val="ConsPlusNormal"/>
        <w:jc w:val="center"/>
        <w:outlineLvl w:val="2"/>
      </w:pPr>
      <w:r>
        <w:t>Раздел I. Информация о достижении контрольных точек в целях</w:t>
      </w:r>
    </w:p>
    <w:p w:rsidR="00042CC1" w:rsidRDefault="00042CC1" w:rsidP="00042CC1">
      <w:pPr>
        <w:pStyle w:val="ConsPlusNormal"/>
        <w:jc w:val="center"/>
      </w:pPr>
      <w:r>
        <w:t>достижения результатов предоставления субсидии</w:t>
      </w:r>
    </w:p>
    <w:p w:rsidR="00042CC1" w:rsidRDefault="00042CC1" w:rsidP="00042CC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6985"/>
        <w:gridCol w:w="1276"/>
      </w:tblGrid>
      <w:tr w:rsidR="00042CC1" w:rsidTr="006F6E13">
        <w:trPr>
          <w:tblHeader/>
        </w:trPr>
        <w:tc>
          <w:tcPr>
            <w:tcW w:w="1157" w:type="dxa"/>
          </w:tcPr>
          <w:p w:rsidR="00042CC1" w:rsidRDefault="00042CC1" w:rsidP="007954E0">
            <w:pPr>
              <w:pStyle w:val="ConsPlusNormal"/>
              <w:jc w:val="center"/>
            </w:pPr>
            <w:proofErr w:type="spellStart"/>
            <w:r>
              <w:t>N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Наименование данных</w:t>
            </w:r>
          </w:p>
        </w:tc>
        <w:tc>
          <w:tcPr>
            <w:tcW w:w="1276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Колич</w:t>
            </w:r>
            <w:r>
              <w:t>е</w:t>
            </w:r>
            <w:r>
              <w:t xml:space="preserve">ство </w:t>
            </w:r>
            <w:hyperlink w:anchor="P1361" w:tooltip="&lt;4&gt; Количество контрольных точек в графе 3 раздела I настоящего приложения:">
              <w:r>
                <w:rPr>
                  <w:color w:val="0000FF"/>
                </w:rPr>
                <w:t>&lt;4&gt;</w:t>
              </w:r>
            </w:hyperlink>
          </w:p>
        </w:tc>
      </w:tr>
      <w:tr w:rsidR="00042CC1" w:rsidTr="006F6E13">
        <w:trPr>
          <w:tblHeader/>
        </w:trPr>
        <w:tc>
          <w:tcPr>
            <w:tcW w:w="1157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3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</w:pPr>
            <w:r>
              <w:t>Результат предоставления субсидии 1</w:t>
            </w:r>
          </w:p>
        </w:tc>
        <w:tc>
          <w:tcPr>
            <w:tcW w:w="1276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X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</w:pPr>
            <w:r>
              <w:t>достигнутые в отчетном периоде контрольные точки, в том числе:</w:t>
            </w:r>
          </w:p>
        </w:tc>
        <w:tc>
          <w:tcPr>
            <w:tcW w:w="1276" w:type="dxa"/>
          </w:tcPr>
          <w:p w:rsidR="00042CC1" w:rsidRDefault="00953E0A" w:rsidP="007954E0">
            <w:pPr>
              <w:pStyle w:val="ConsPlusNormal"/>
            </w:pPr>
            <w:r>
              <w:t>6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1.1.1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 xml:space="preserve">срок </w:t>
            </w:r>
            <w:proofErr w:type="gramStart"/>
            <w:r>
              <w:t>достижения</w:t>
            </w:r>
            <w:proofErr w:type="gramEnd"/>
            <w:r>
              <w:t xml:space="preserve"> которых наступает в отчетном периоде</w:t>
            </w:r>
          </w:p>
        </w:tc>
        <w:tc>
          <w:tcPr>
            <w:tcW w:w="1276" w:type="dxa"/>
          </w:tcPr>
          <w:p w:rsidR="00042CC1" w:rsidRDefault="00953E0A" w:rsidP="007954E0">
            <w:pPr>
              <w:pStyle w:val="ConsPlusNormal"/>
            </w:pPr>
            <w:r>
              <w:t>6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1.1.2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proofErr w:type="gramStart"/>
            <w:r>
              <w:t>достигнутые</w:t>
            </w:r>
            <w:proofErr w:type="gramEnd"/>
            <w:r>
              <w:t xml:space="preserve"> с нарушением установленных сроков</w:t>
            </w:r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1.1.3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proofErr w:type="gramStart"/>
            <w:r>
              <w:t>достигнутые до наступления срока</w:t>
            </w:r>
            <w:proofErr w:type="gramEnd"/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1.2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 xml:space="preserve">достигнутые в периодах, предшествующих </w:t>
            </w:r>
            <w:proofErr w:type="gramStart"/>
            <w:r>
              <w:t>отчетному</w:t>
            </w:r>
            <w:proofErr w:type="gramEnd"/>
            <w:r>
              <w:t>, контрольные точки</w:t>
            </w:r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1.3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</w:pPr>
            <w:r>
              <w:t>недостигнутые контрольные точки, в том числе:</w:t>
            </w:r>
          </w:p>
        </w:tc>
        <w:tc>
          <w:tcPr>
            <w:tcW w:w="1276" w:type="dxa"/>
          </w:tcPr>
          <w:p w:rsidR="00042CC1" w:rsidRDefault="00953E0A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lastRenderedPageBreak/>
              <w:t>1.3.1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 xml:space="preserve">срок </w:t>
            </w:r>
            <w:proofErr w:type="gramStart"/>
            <w:r>
              <w:t>достижения</w:t>
            </w:r>
            <w:proofErr w:type="gramEnd"/>
            <w:r>
              <w:t xml:space="preserve"> которых наступил в периодах, предшес</w:t>
            </w:r>
            <w:r>
              <w:t>т</w:t>
            </w:r>
            <w:r>
              <w:t>вующих отчетному</w:t>
            </w:r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1.3.2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 xml:space="preserve">срок </w:t>
            </w:r>
            <w:proofErr w:type="gramStart"/>
            <w:r>
              <w:t>достижения</w:t>
            </w:r>
            <w:proofErr w:type="gramEnd"/>
            <w:r>
              <w:t xml:space="preserve"> которых наступает в отчетном периоде</w:t>
            </w:r>
          </w:p>
        </w:tc>
        <w:tc>
          <w:tcPr>
            <w:tcW w:w="1276" w:type="dxa"/>
          </w:tcPr>
          <w:p w:rsidR="00042CC1" w:rsidRDefault="00953E0A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1.4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</w:pPr>
            <w: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1276" w:type="dxa"/>
          </w:tcPr>
          <w:p w:rsidR="00042CC1" w:rsidRDefault="00953E0A" w:rsidP="007954E0">
            <w:pPr>
              <w:pStyle w:val="ConsPlusNormal"/>
            </w:pPr>
            <w:r>
              <w:t>6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1.4.1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>с отсутствием отклонений от плановых сроков их дост</w:t>
            </w:r>
            <w:r>
              <w:t>и</w:t>
            </w:r>
            <w:r>
              <w:t>жения</w:t>
            </w:r>
          </w:p>
        </w:tc>
        <w:tc>
          <w:tcPr>
            <w:tcW w:w="1276" w:type="dxa"/>
          </w:tcPr>
          <w:p w:rsidR="00042CC1" w:rsidRDefault="00953E0A" w:rsidP="007954E0">
            <w:pPr>
              <w:pStyle w:val="ConsPlusNormal"/>
            </w:pPr>
            <w:r>
              <w:t>6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1.4.2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>с наличием отклонений от плановых сроков их достиж</w:t>
            </w:r>
            <w:r>
              <w:t>е</w:t>
            </w:r>
            <w:r>
              <w:t>ния</w:t>
            </w:r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</w:tbl>
    <w:p w:rsidR="00042CC1" w:rsidRDefault="00042CC1" w:rsidP="00042CC1">
      <w:pPr>
        <w:pStyle w:val="ConsPlusNormal"/>
        <w:jc w:val="both"/>
      </w:pPr>
    </w:p>
    <w:p w:rsidR="00042CC1" w:rsidRDefault="00042CC1" w:rsidP="00042CC1">
      <w:pPr>
        <w:pStyle w:val="ConsPlusNormal"/>
        <w:jc w:val="center"/>
        <w:outlineLvl w:val="2"/>
      </w:pPr>
      <w:r>
        <w:t xml:space="preserve">Раздел </w:t>
      </w:r>
      <w:proofErr w:type="spellStart"/>
      <w:r>
        <w:t>II</w:t>
      </w:r>
      <w:proofErr w:type="spellEnd"/>
      <w:r>
        <w:t>. Информация о достижении результатов</w:t>
      </w:r>
    </w:p>
    <w:p w:rsidR="00042CC1" w:rsidRDefault="00042CC1" w:rsidP="00042CC1">
      <w:pPr>
        <w:pStyle w:val="ConsPlusNormal"/>
        <w:jc w:val="center"/>
        <w:rPr>
          <w:sz w:val="27"/>
          <w:szCs w:val="27"/>
        </w:rPr>
      </w:pPr>
      <w:r>
        <w:t>предоставления субсидии</w:t>
      </w: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  <w:sectPr w:rsidR="00042CC1" w:rsidSect="006F6E13">
          <w:headerReference w:type="default" r:id="rId8"/>
          <w:pgSz w:w="11906" w:h="16840"/>
          <w:pgMar w:top="1134" w:right="850" w:bottom="1134" w:left="1701" w:header="0" w:footer="0" w:gutter="0"/>
          <w:cols w:space="720"/>
          <w:noEndnote/>
          <w:docGrid w:linePitch="272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7"/>
        <w:gridCol w:w="940"/>
        <w:gridCol w:w="940"/>
        <w:gridCol w:w="940"/>
        <w:gridCol w:w="854"/>
        <w:gridCol w:w="452"/>
        <w:gridCol w:w="733"/>
        <w:gridCol w:w="790"/>
        <w:gridCol w:w="733"/>
        <w:gridCol w:w="790"/>
        <w:gridCol w:w="790"/>
        <w:gridCol w:w="823"/>
        <w:gridCol w:w="593"/>
        <w:gridCol w:w="1381"/>
        <w:gridCol w:w="973"/>
        <w:gridCol w:w="1121"/>
        <w:gridCol w:w="817"/>
        <w:gridCol w:w="817"/>
      </w:tblGrid>
      <w:tr w:rsidR="00042CC1" w:rsidTr="00953E0A">
        <w:tc>
          <w:tcPr>
            <w:tcW w:w="777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lastRenderedPageBreak/>
              <w:t>П</w:t>
            </w:r>
            <w:r>
              <w:t>о</w:t>
            </w:r>
            <w:r>
              <w:t>луч</w:t>
            </w:r>
            <w:r>
              <w:t>а</w:t>
            </w:r>
            <w:r>
              <w:t>тель су</w:t>
            </w:r>
            <w:r>
              <w:t>б</w:t>
            </w:r>
            <w:r>
              <w:t>с</w:t>
            </w:r>
            <w:r>
              <w:t>и</w:t>
            </w:r>
            <w:r>
              <w:t>дии</w:t>
            </w:r>
          </w:p>
        </w:tc>
        <w:tc>
          <w:tcPr>
            <w:tcW w:w="940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Н</w:t>
            </w:r>
            <w:r>
              <w:t>а</w:t>
            </w:r>
            <w:r>
              <w:t>имен</w:t>
            </w:r>
            <w:r>
              <w:t>о</w:t>
            </w:r>
            <w:r>
              <w:t>вания р</w:t>
            </w:r>
            <w:r>
              <w:t>е</w:t>
            </w:r>
            <w:r>
              <w:t>зул</w:t>
            </w:r>
            <w:r>
              <w:t>ь</w:t>
            </w:r>
            <w:r>
              <w:t>тата пр</w:t>
            </w:r>
            <w:r>
              <w:t>е</w:t>
            </w:r>
            <w:r>
              <w:t>до</w:t>
            </w:r>
            <w:r>
              <w:t>с</w:t>
            </w:r>
            <w:r>
              <w:t>тавл</w:t>
            </w:r>
            <w:r>
              <w:t>е</w:t>
            </w:r>
            <w:r>
              <w:t>ния субс</w:t>
            </w:r>
            <w:r>
              <w:t>и</w:t>
            </w:r>
            <w:r>
              <w:t>дии, ко</w:t>
            </w:r>
            <w:r>
              <w:t>н</w:t>
            </w:r>
            <w:r>
              <w:t>трол</w:t>
            </w:r>
            <w:r>
              <w:t>ь</w:t>
            </w:r>
            <w:r>
              <w:t xml:space="preserve">ной точки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940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Код р</w:t>
            </w:r>
            <w:r>
              <w:t>е</w:t>
            </w:r>
            <w:r>
              <w:t>зул</w:t>
            </w:r>
            <w:r>
              <w:t>ь</w:t>
            </w:r>
            <w:r>
              <w:t>тата пр</w:t>
            </w:r>
            <w:r>
              <w:t>е</w:t>
            </w:r>
            <w:r>
              <w:t>до</w:t>
            </w:r>
            <w:r>
              <w:t>с</w:t>
            </w:r>
            <w:r>
              <w:t>тавл</w:t>
            </w:r>
            <w:r>
              <w:t>е</w:t>
            </w:r>
            <w:r>
              <w:t>ния субс</w:t>
            </w:r>
            <w:r>
              <w:t>и</w:t>
            </w:r>
            <w:r>
              <w:t>дии, ко</w:t>
            </w:r>
            <w:r>
              <w:t>н</w:t>
            </w:r>
            <w:r>
              <w:t>трол</w:t>
            </w:r>
            <w:r>
              <w:t>ь</w:t>
            </w:r>
            <w:r>
              <w:t xml:space="preserve">ной точки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940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Тип р</w:t>
            </w:r>
            <w:r>
              <w:t>е</w:t>
            </w:r>
            <w:r>
              <w:t>зул</w:t>
            </w:r>
            <w:r>
              <w:t>ь</w:t>
            </w:r>
            <w:r>
              <w:t>тата пр</w:t>
            </w:r>
            <w:r>
              <w:t>е</w:t>
            </w:r>
            <w:r>
              <w:t>до</w:t>
            </w:r>
            <w:r>
              <w:t>с</w:t>
            </w:r>
            <w:r>
              <w:t>тавл</w:t>
            </w:r>
            <w:r>
              <w:t>е</w:t>
            </w:r>
            <w:r>
              <w:t>ния субс</w:t>
            </w:r>
            <w:r>
              <w:t>и</w:t>
            </w:r>
            <w:r>
              <w:t>дии, ко</w:t>
            </w:r>
            <w:r>
              <w:t>н</w:t>
            </w:r>
            <w:r>
              <w:t>трол</w:t>
            </w:r>
            <w:r>
              <w:t>ь</w:t>
            </w:r>
            <w:r>
              <w:t xml:space="preserve">ной точки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306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 xml:space="preserve">Единица измерения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4659" w:type="dxa"/>
            <w:gridSpan w:val="6"/>
          </w:tcPr>
          <w:p w:rsidR="00042CC1" w:rsidRDefault="00042CC1" w:rsidP="007954E0">
            <w:pPr>
              <w:pStyle w:val="ConsPlusNormal"/>
              <w:jc w:val="center"/>
            </w:pPr>
            <w:r>
              <w:t xml:space="preserve">Значение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974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>Срок достиж</w:t>
            </w:r>
            <w:r>
              <w:t>е</w:t>
            </w:r>
            <w:r>
              <w:t>ния результата предоставления субсидии, ко</w:t>
            </w:r>
            <w:r>
              <w:t>н</w:t>
            </w:r>
            <w:r>
              <w:t xml:space="preserve">трольной точки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2094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>Размер субсидии, подлежащей предоставлению в текущем ф</w:t>
            </w:r>
            <w:r>
              <w:t>и</w:t>
            </w:r>
            <w:r>
              <w:t xml:space="preserve">нансовом году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634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>Объем об</w:t>
            </w:r>
            <w:r>
              <w:t>я</w:t>
            </w:r>
            <w:r>
              <w:t>зательств, принятых в целях дост</w:t>
            </w:r>
            <w:r>
              <w:t>и</w:t>
            </w:r>
            <w:r>
              <w:t>жения р</w:t>
            </w:r>
            <w:r>
              <w:t>е</w:t>
            </w:r>
            <w:r>
              <w:t>зультатов предоставл</w:t>
            </w:r>
            <w:r>
              <w:t>е</w:t>
            </w:r>
            <w:r>
              <w:t>ния субсидии в текущем ф</w:t>
            </w:r>
            <w:r>
              <w:t>и</w:t>
            </w:r>
            <w:r>
              <w:t xml:space="preserve">нансовом году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</w:tr>
      <w:tr w:rsidR="00042CC1" w:rsidTr="00953E0A"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854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н</w:t>
            </w:r>
            <w:r>
              <w:t>а</w:t>
            </w:r>
            <w:r>
              <w:t>им</w:t>
            </w:r>
            <w:r>
              <w:t>е</w:t>
            </w:r>
            <w:r>
              <w:t>нов</w:t>
            </w:r>
            <w:r>
              <w:t>а</w:t>
            </w:r>
            <w:r>
              <w:t>ние</w:t>
            </w:r>
          </w:p>
        </w:tc>
        <w:tc>
          <w:tcPr>
            <w:tcW w:w="452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 xml:space="preserve">код 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523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>плановое</w:t>
            </w:r>
          </w:p>
        </w:tc>
        <w:tc>
          <w:tcPr>
            <w:tcW w:w="1523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>фактическое</w:t>
            </w:r>
          </w:p>
        </w:tc>
        <w:tc>
          <w:tcPr>
            <w:tcW w:w="790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proofErr w:type="gramStart"/>
            <w:r>
              <w:t>пр</w:t>
            </w:r>
            <w:r>
              <w:t>о</w:t>
            </w:r>
            <w:r>
              <w:t>гно</w:t>
            </w:r>
            <w:r>
              <w:t>з</w:t>
            </w:r>
            <w:r>
              <w:t>ное</w:t>
            </w:r>
            <w:proofErr w:type="gramEnd"/>
            <w:r>
              <w:t xml:space="preserve"> с нач</w:t>
            </w:r>
            <w:r>
              <w:t>а</w:t>
            </w:r>
            <w:r>
              <w:t>ла т</w:t>
            </w:r>
            <w:r>
              <w:t>е</w:t>
            </w:r>
            <w:r>
              <w:t>к</w:t>
            </w:r>
            <w:r>
              <w:t>у</w:t>
            </w:r>
            <w:r>
              <w:t>щего ф</w:t>
            </w:r>
            <w:r>
              <w:t>и</w:t>
            </w:r>
            <w:r>
              <w:t>на</w:t>
            </w:r>
            <w:r>
              <w:t>н</w:t>
            </w:r>
            <w:r>
              <w:t>сов</w:t>
            </w:r>
            <w:r>
              <w:t>о</w:t>
            </w:r>
            <w:r>
              <w:t>го года</w:t>
            </w:r>
          </w:p>
        </w:tc>
        <w:tc>
          <w:tcPr>
            <w:tcW w:w="823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не ра</w:t>
            </w:r>
            <w:r>
              <w:t>с</w:t>
            </w:r>
            <w:r>
              <w:t>пр</w:t>
            </w:r>
            <w:r>
              <w:t>е</w:t>
            </w:r>
            <w:r>
              <w:t>дел</w:t>
            </w:r>
            <w:r>
              <w:t>е</w:t>
            </w:r>
            <w:r>
              <w:t>но</w:t>
            </w:r>
          </w:p>
        </w:tc>
        <w:tc>
          <w:tcPr>
            <w:tcW w:w="593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план</w:t>
            </w:r>
            <w:r>
              <w:t>о</w:t>
            </w:r>
            <w:r>
              <w:t>вая</w:t>
            </w:r>
          </w:p>
        </w:tc>
        <w:tc>
          <w:tcPr>
            <w:tcW w:w="1381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фактич</w:t>
            </w:r>
            <w:r>
              <w:t>е</w:t>
            </w:r>
            <w:r>
              <w:t>ская/прогнозная</w:t>
            </w:r>
          </w:p>
        </w:tc>
        <w:tc>
          <w:tcPr>
            <w:tcW w:w="973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ра</w:t>
            </w:r>
            <w:r>
              <w:t>с</w:t>
            </w:r>
            <w:r>
              <w:t>пред</w:t>
            </w:r>
            <w:r>
              <w:t>е</w:t>
            </w:r>
            <w:r>
              <w:t>ленный по п</w:t>
            </w:r>
            <w:r>
              <w:t>о</w:t>
            </w:r>
            <w:r>
              <w:t>луч</w:t>
            </w:r>
            <w:r>
              <w:t>а</w:t>
            </w:r>
            <w:r>
              <w:t>телям субс</w:t>
            </w:r>
            <w:r>
              <w:t>и</w:t>
            </w:r>
            <w:r>
              <w:t>дии, руб.</w:t>
            </w:r>
          </w:p>
        </w:tc>
        <w:tc>
          <w:tcPr>
            <w:tcW w:w="1121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нера</w:t>
            </w:r>
            <w:r>
              <w:t>с</w:t>
            </w:r>
            <w:r>
              <w:t>пред</w:t>
            </w:r>
            <w:r>
              <w:t>е</w:t>
            </w:r>
            <w:r>
              <w:t>ленный, руб.</w:t>
            </w:r>
          </w:p>
        </w:tc>
        <w:tc>
          <w:tcPr>
            <w:tcW w:w="817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об</w:t>
            </w:r>
            <w:r>
              <w:t>я</w:t>
            </w:r>
            <w:r>
              <w:t>з</w:t>
            </w:r>
            <w:r>
              <w:t>а</w:t>
            </w:r>
            <w:r>
              <w:t>тельств, руб.</w:t>
            </w:r>
          </w:p>
        </w:tc>
        <w:tc>
          <w:tcPr>
            <w:tcW w:w="817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д</w:t>
            </w:r>
            <w:r>
              <w:t>е</w:t>
            </w:r>
            <w:r>
              <w:t>не</w:t>
            </w:r>
            <w:r>
              <w:t>ж</w:t>
            </w:r>
            <w:r>
              <w:t>ных об</w:t>
            </w:r>
            <w:r>
              <w:t>я</w:t>
            </w:r>
            <w:r>
              <w:t>з</w:t>
            </w:r>
            <w:r>
              <w:t>а</w:t>
            </w:r>
            <w:r>
              <w:t>тельств, руб.</w:t>
            </w:r>
          </w:p>
        </w:tc>
      </w:tr>
      <w:tr w:rsidR="00042CC1" w:rsidTr="00953E0A"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733" w:type="dxa"/>
          </w:tcPr>
          <w:p w:rsidR="00042CC1" w:rsidRDefault="00042CC1" w:rsidP="007954E0">
            <w:pPr>
              <w:pStyle w:val="ConsPlusNormal"/>
              <w:jc w:val="center"/>
            </w:pPr>
            <w:proofErr w:type="gramStart"/>
            <w:r>
              <w:t>с д</w:t>
            </w:r>
            <w:r>
              <w:t>а</w:t>
            </w:r>
            <w:r>
              <w:t>ты з</w:t>
            </w:r>
            <w:r>
              <w:t>а</w:t>
            </w:r>
            <w:r>
              <w:t>кл</w:t>
            </w:r>
            <w:r>
              <w:t>ю</w:t>
            </w:r>
            <w:r>
              <w:t>ч</w:t>
            </w:r>
            <w:r>
              <w:t>е</w:t>
            </w:r>
            <w:r>
              <w:t>ния</w:t>
            </w:r>
            <w:proofErr w:type="gramEnd"/>
            <w:r>
              <w:t xml:space="preserve"> с</w:t>
            </w:r>
            <w:r>
              <w:t>о</w:t>
            </w:r>
            <w:r>
              <w:t>гл</w:t>
            </w:r>
            <w:r>
              <w:t>а</w:t>
            </w:r>
            <w:r>
              <w:t>ш</w:t>
            </w:r>
            <w:r>
              <w:t>е</w:t>
            </w:r>
            <w:r>
              <w:t>ния</w:t>
            </w:r>
          </w:p>
        </w:tc>
        <w:tc>
          <w:tcPr>
            <w:tcW w:w="790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из них с нач</w:t>
            </w:r>
            <w:r>
              <w:t>а</w:t>
            </w:r>
            <w:r>
              <w:t>ла т</w:t>
            </w:r>
            <w:r>
              <w:t>е</w:t>
            </w:r>
            <w:r>
              <w:t>к</w:t>
            </w:r>
            <w:r>
              <w:t>у</w:t>
            </w:r>
            <w:r>
              <w:t>щего ф</w:t>
            </w:r>
            <w:r>
              <w:t>и</w:t>
            </w:r>
            <w:r>
              <w:t>на</w:t>
            </w:r>
            <w:r>
              <w:t>н</w:t>
            </w:r>
            <w:r>
              <w:t>сов</w:t>
            </w:r>
            <w:r>
              <w:t>о</w:t>
            </w:r>
            <w:r>
              <w:t>го года</w:t>
            </w:r>
          </w:p>
        </w:tc>
        <w:tc>
          <w:tcPr>
            <w:tcW w:w="733" w:type="dxa"/>
          </w:tcPr>
          <w:p w:rsidR="00042CC1" w:rsidRDefault="00042CC1" w:rsidP="007954E0">
            <w:pPr>
              <w:pStyle w:val="ConsPlusNormal"/>
              <w:jc w:val="center"/>
            </w:pPr>
            <w:proofErr w:type="gramStart"/>
            <w:r>
              <w:t>с д</w:t>
            </w:r>
            <w:r>
              <w:t>а</w:t>
            </w:r>
            <w:r>
              <w:t>ты з</w:t>
            </w:r>
            <w:r>
              <w:t>а</w:t>
            </w:r>
            <w:r>
              <w:t>кл</w:t>
            </w:r>
            <w:r>
              <w:t>ю</w:t>
            </w:r>
            <w:r>
              <w:t>ч</w:t>
            </w:r>
            <w:r>
              <w:t>е</w:t>
            </w:r>
            <w:r>
              <w:t>ния</w:t>
            </w:r>
            <w:proofErr w:type="gramEnd"/>
            <w:r>
              <w:t xml:space="preserve"> с</w:t>
            </w:r>
            <w:r>
              <w:t>о</w:t>
            </w:r>
            <w:r>
              <w:t>гл</w:t>
            </w:r>
            <w:r>
              <w:t>а</w:t>
            </w:r>
            <w:r>
              <w:t>ш</w:t>
            </w:r>
            <w:r>
              <w:t>е</w:t>
            </w:r>
            <w:r>
              <w:t>ния</w:t>
            </w:r>
          </w:p>
        </w:tc>
        <w:tc>
          <w:tcPr>
            <w:tcW w:w="790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из них с нач</w:t>
            </w:r>
            <w:r>
              <w:t>а</w:t>
            </w:r>
            <w:r>
              <w:t>ла т</w:t>
            </w:r>
            <w:r>
              <w:t>е</w:t>
            </w:r>
            <w:r>
              <w:t>к</w:t>
            </w:r>
            <w:r>
              <w:t>у</w:t>
            </w:r>
            <w:r>
              <w:t>щего ф</w:t>
            </w:r>
            <w:r>
              <w:t>и</w:t>
            </w:r>
            <w:r>
              <w:t>на</w:t>
            </w:r>
            <w:r>
              <w:t>н</w:t>
            </w:r>
            <w:r>
              <w:t>сов</w:t>
            </w:r>
            <w:r>
              <w:t>о</w:t>
            </w:r>
            <w:r>
              <w:t>го года</w:t>
            </w: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</w:tr>
      <w:tr w:rsidR="00042CC1" w:rsidTr="00953E0A">
        <w:tc>
          <w:tcPr>
            <w:tcW w:w="777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40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40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40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4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52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3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0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3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0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0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23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93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81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73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21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817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17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18</w:t>
            </w:r>
          </w:p>
        </w:tc>
      </w:tr>
      <w:tr w:rsidR="00042CC1" w:rsidTr="00953E0A">
        <w:tc>
          <w:tcPr>
            <w:tcW w:w="1717" w:type="dxa"/>
            <w:gridSpan w:val="2"/>
            <w:vAlign w:val="center"/>
          </w:tcPr>
          <w:p w:rsidR="00042CC1" w:rsidRDefault="00042CC1" w:rsidP="007954E0">
            <w:pPr>
              <w:pStyle w:val="ConsPlusNormal"/>
              <w:jc w:val="center"/>
            </w:pPr>
            <w:r>
              <w:t>Результат предоставл</w:t>
            </w:r>
            <w:r>
              <w:t>е</w:t>
            </w:r>
            <w:r>
              <w:t>ния субсидии</w:t>
            </w:r>
          </w:p>
        </w:tc>
        <w:tc>
          <w:tcPr>
            <w:tcW w:w="940" w:type="dxa"/>
            <w:vAlign w:val="center"/>
          </w:tcPr>
          <w:p w:rsidR="00042CC1" w:rsidRDefault="00F37886" w:rsidP="00F378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0" w:type="dxa"/>
            <w:vAlign w:val="center"/>
          </w:tcPr>
          <w:p w:rsidR="00042CC1" w:rsidRDefault="00F37886" w:rsidP="00F378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4" w:type="dxa"/>
            <w:vAlign w:val="center"/>
          </w:tcPr>
          <w:p w:rsidR="00042CC1" w:rsidRDefault="00F37886" w:rsidP="00F37886">
            <w:pPr>
              <w:pStyle w:val="ConsPlusNormal"/>
              <w:jc w:val="center"/>
            </w:pPr>
            <w:r w:rsidRPr="00F37886">
              <w:rPr>
                <w:sz w:val="16"/>
                <w:szCs w:val="16"/>
              </w:rPr>
              <w:t>единица</w:t>
            </w:r>
          </w:p>
        </w:tc>
        <w:tc>
          <w:tcPr>
            <w:tcW w:w="452" w:type="dxa"/>
            <w:vAlign w:val="center"/>
          </w:tcPr>
          <w:p w:rsidR="00042CC1" w:rsidRPr="00F37886" w:rsidRDefault="00F37886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64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vAlign w:val="center"/>
          </w:tcPr>
          <w:p w:rsidR="00042CC1" w:rsidRPr="00F37886" w:rsidRDefault="00953E0A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790" w:type="dxa"/>
            <w:vAlign w:val="center"/>
          </w:tcPr>
          <w:p w:rsidR="00042CC1" w:rsidRPr="00F37886" w:rsidRDefault="00953E0A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733" w:type="dxa"/>
            <w:vAlign w:val="center"/>
          </w:tcPr>
          <w:p w:rsidR="00042CC1" w:rsidRPr="00F37886" w:rsidRDefault="00953E0A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90" w:type="dxa"/>
            <w:vAlign w:val="center"/>
          </w:tcPr>
          <w:p w:rsidR="00042CC1" w:rsidRPr="00F37886" w:rsidRDefault="00953E0A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90" w:type="dxa"/>
            <w:vAlign w:val="center"/>
          </w:tcPr>
          <w:p w:rsidR="00042CC1" w:rsidRPr="00F37886" w:rsidRDefault="00953E0A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23" w:type="dxa"/>
            <w:vAlign w:val="center"/>
          </w:tcPr>
          <w:p w:rsidR="00042CC1" w:rsidRPr="00F37886" w:rsidRDefault="00F37886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-</w:t>
            </w:r>
          </w:p>
        </w:tc>
        <w:tc>
          <w:tcPr>
            <w:tcW w:w="593" w:type="dxa"/>
            <w:vAlign w:val="center"/>
          </w:tcPr>
          <w:p w:rsidR="00042CC1" w:rsidRPr="00F37886" w:rsidRDefault="00042CC1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X</w:t>
            </w:r>
          </w:p>
        </w:tc>
        <w:tc>
          <w:tcPr>
            <w:tcW w:w="1381" w:type="dxa"/>
            <w:vAlign w:val="center"/>
          </w:tcPr>
          <w:p w:rsidR="00042CC1" w:rsidRPr="00F37886" w:rsidRDefault="00042CC1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X</w:t>
            </w:r>
          </w:p>
        </w:tc>
        <w:tc>
          <w:tcPr>
            <w:tcW w:w="973" w:type="dxa"/>
            <w:vAlign w:val="center"/>
          </w:tcPr>
          <w:p w:rsidR="00042CC1" w:rsidRPr="00F37886" w:rsidRDefault="00953E0A" w:rsidP="00F23BBE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2925000</w:t>
            </w:r>
            <w:r w:rsidR="00F37886" w:rsidRPr="00F37886">
              <w:rPr>
                <w:sz w:val="16"/>
                <w:szCs w:val="16"/>
              </w:rPr>
              <w:t>,00</w:t>
            </w:r>
          </w:p>
        </w:tc>
        <w:tc>
          <w:tcPr>
            <w:tcW w:w="1121" w:type="dxa"/>
            <w:vAlign w:val="center"/>
          </w:tcPr>
          <w:p w:rsidR="00042CC1" w:rsidRPr="00F37886" w:rsidRDefault="00F37886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Х</w:t>
            </w:r>
          </w:p>
        </w:tc>
        <w:tc>
          <w:tcPr>
            <w:tcW w:w="817" w:type="dxa"/>
            <w:vAlign w:val="center"/>
          </w:tcPr>
          <w:p w:rsidR="00042CC1" w:rsidRPr="00F37886" w:rsidRDefault="00953E0A" w:rsidP="00F37886">
            <w:pPr>
              <w:pStyle w:val="ConsPlusNormal"/>
              <w:ind w:left="-37" w:right="-4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309160,00</w:t>
            </w:r>
          </w:p>
        </w:tc>
        <w:tc>
          <w:tcPr>
            <w:tcW w:w="817" w:type="dxa"/>
            <w:vAlign w:val="center"/>
          </w:tcPr>
          <w:p w:rsidR="00042CC1" w:rsidRPr="00F37886" w:rsidRDefault="00953E0A" w:rsidP="00F37886">
            <w:pPr>
              <w:pStyle w:val="ConsPlusNormal"/>
              <w:ind w:left="-31" w:right="-28" w:hanging="1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309160,00</w:t>
            </w:r>
          </w:p>
        </w:tc>
      </w:tr>
      <w:tr w:rsidR="004775AC" w:rsidTr="00953E0A">
        <w:tc>
          <w:tcPr>
            <w:tcW w:w="777" w:type="dxa"/>
            <w:vMerge w:val="restart"/>
            <w:vAlign w:val="center"/>
          </w:tcPr>
          <w:p w:rsidR="004775AC" w:rsidRDefault="004775AC" w:rsidP="00953E0A">
            <w:pPr>
              <w:pStyle w:val="ConsPlusNormal"/>
              <w:ind w:left="-50" w:right="-20"/>
            </w:pPr>
            <w:proofErr w:type="spellStart"/>
            <w:r w:rsidRPr="00F37886">
              <w:rPr>
                <w:sz w:val="16"/>
                <w:szCs w:val="16"/>
              </w:rPr>
              <w:t>МБ</w:t>
            </w:r>
            <w:r w:rsidR="00F23BBE">
              <w:rPr>
                <w:sz w:val="16"/>
                <w:szCs w:val="16"/>
              </w:rPr>
              <w:t>У</w:t>
            </w:r>
            <w:proofErr w:type="spellEnd"/>
            <w:r w:rsidR="00953E0A">
              <w:rPr>
                <w:sz w:val="16"/>
                <w:szCs w:val="16"/>
              </w:rPr>
              <w:t xml:space="preserve"> Д</w:t>
            </w:r>
            <w:r w:rsidR="00F23BBE">
              <w:rPr>
                <w:sz w:val="16"/>
                <w:szCs w:val="16"/>
              </w:rPr>
              <w:t>К</w:t>
            </w:r>
            <w:r w:rsidRPr="00F37886">
              <w:rPr>
                <w:sz w:val="16"/>
                <w:szCs w:val="16"/>
              </w:rPr>
              <w:t xml:space="preserve"> </w:t>
            </w:r>
            <w:r w:rsidR="00F23BBE">
              <w:rPr>
                <w:sz w:val="16"/>
                <w:szCs w:val="16"/>
              </w:rPr>
              <w:lastRenderedPageBreak/>
              <w:t>«</w:t>
            </w:r>
            <w:r w:rsidR="00953E0A">
              <w:rPr>
                <w:sz w:val="16"/>
                <w:szCs w:val="16"/>
              </w:rPr>
              <w:t>Тракт</w:t>
            </w:r>
            <w:r w:rsidR="00953E0A">
              <w:rPr>
                <w:sz w:val="16"/>
                <w:szCs w:val="16"/>
              </w:rPr>
              <w:t>о</w:t>
            </w:r>
            <w:r w:rsidR="00953E0A">
              <w:rPr>
                <w:sz w:val="16"/>
                <w:szCs w:val="16"/>
              </w:rPr>
              <w:t>ростро</w:t>
            </w:r>
            <w:r w:rsidR="00953E0A">
              <w:rPr>
                <w:sz w:val="16"/>
                <w:szCs w:val="16"/>
              </w:rPr>
              <w:t>и</w:t>
            </w:r>
            <w:r w:rsidR="00953E0A">
              <w:rPr>
                <w:sz w:val="16"/>
                <w:szCs w:val="16"/>
              </w:rPr>
              <w:t>тель»</w:t>
            </w:r>
          </w:p>
        </w:tc>
        <w:tc>
          <w:tcPr>
            <w:tcW w:w="940" w:type="dxa"/>
            <w:vAlign w:val="center"/>
          </w:tcPr>
          <w:p w:rsidR="004775AC" w:rsidRPr="00F37886" w:rsidRDefault="004775AC" w:rsidP="00F23BBE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lastRenderedPageBreak/>
              <w:t xml:space="preserve">Результат </w:t>
            </w:r>
            <w:r w:rsidRPr="00F37886">
              <w:rPr>
                <w:sz w:val="16"/>
                <w:szCs w:val="16"/>
              </w:rPr>
              <w:lastRenderedPageBreak/>
              <w:t>предоста</w:t>
            </w:r>
            <w:r w:rsidRPr="00F37886">
              <w:rPr>
                <w:sz w:val="16"/>
                <w:szCs w:val="16"/>
              </w:rPr>
              <w:t>в</w:t>
            </w:r>
            <w:r w:rsidRPr="00F37886">
              <w:rPr>
                <w:sz w:val="16"/>
                <w:szCs w:val="16"/>
              </w:rPr>
              <w:t>ления субсидии:</w:t>
            </w:r>
            <w:r>
              <w:rPr>
                <w:sz w:val="16"/>
                <w:szCs w:val="16"/>
              </w:rPr>
              <w:t xml:space="preserve"> проведение </w:t>
            </w:r>
            <w:r w:rsidR="00F23BBE">
              <w:rPr>
                <w:sz w:val="16"/>
                <w:szCs w:val="16"/>
              </w:rPr>
              <w:t>культурно-массовых меропри</w:t>
            </w:r>
            <w:r w:rsidR="00F23BBE">
              <w:rPr>
                <w:sz w:val="16"/>
                <w:szCs w:val="16"/>
              </w:rPr>
              <w:t>я</w:t>
            </w:r>
            <w:r w:rsidR="00F23BBE">
              <w:rPr>
                <w:sz w:val="16"/>
                <w:szCs w:val="16"/>
              </w:rPr>
              <w:t>тий</w:t>
            </w:r>
          </w:p>
        </w:tc>
        <w:tc>
          <w:tcPr>
            <w:tcW w:w="940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940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854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</w:t>
            </w:r>
          </w:p>
        </w:tc>
        <w:tc>
          <w:tcPr>
            <w:tcW w:w="452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642</w:t>
            </w:r>
          </w:p>
        </w:tc>
        <w:tc>
          <w:tcPr>
            <w:tcW w:w="733" w:type="dxa"/>
            <w:vAlign w:val="center"/>
          </w:tcPr>
          <w:p w:rsidR="004775AC" w:rsidRPr="004775AC" w:rsidRDefault="00953E0A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90" w:type="dxa"/>
            <w:vAlign w:val="center"/>
          </w:tcPr>
          <w:p w:rsidR="004775AC" w:rsidRPr="004775AC" w:rsidRDefault="00953E0A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33" w:type="dxa"/>
            <w:vAlign w:val="center"/>
          </w:tcPr>
          <w:p w:rsidR="004775AC" w:rsidRPr="004775AC" w:rsidRDefault="00953E0A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90" w:type="dxa"/>
            <w:vAlign w:val="center"/>
          </w:tcPr>
          <w:p w:rsidR="004775AC" w:rsidRPr="004775AC" w:rsidRDefault="00953E0A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90" w:type="dxa"/>
            <w:vAlign w:val="center"/>
          </w:tcPr>
          <w:p w:rsidR="004775AC" w:rsidRPr="004775AC" w:rsidRDefault="00953E0A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23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593" w:type="dxa"/>
            <w:vAlign w:val="center"/>
          </w:tcPr>
          <w:p w:rsidR="004775AC" w:rsidRPr="004775AC" w:rsidRDefault="004775AC" w:rsidP="004775AC">
            <w:pPr>
              <w:pStyle w:val="ConsPlusNormal"/>
              <w:ind w:left="-45" w:right="-5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31.12.25</w:t>
            </w:r>
          </w:p>
        </w:tc>
        <w:tc>
          <w:tcPr>
            <w:tcW w:w="1381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31.12.25</w:t>
            </w:r>
          </w:p>
        </w:tc>
        <w:tc>
          <w:tcPr>
            <w:tcW w:w="973" w:type="dxa"/>
            <w:vAlign w:val="center"/>
          </w:tcPr>
          <w:p w:rsidR="004775AC" w:rsidRPr="004775AC" w:rsidRDefault="00953E0A" w:rsidP="00F23BBE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1625000</w:t>
            </w:r>
            <w:r w:rsidR="004775AC">
              <w:rPr>
                <w:sz w:val="16"/>
                <w:szCs w:val="16"/>
              </w:rPr>
              <w:t>,00</w:t>
            </w:r>
          </w:p>
        </w:tc>
        <w:tc>
          <w:tcPr>
            <w:tcW w:w="1121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817" w:type="dxa"/>
            <w:vAlign w:val="center"/>
          </w:tcPr>
          <w:p w:rsidR="004775AC" w:rsidRPr="004775AC" w:rsidRDefault="00953E0A" w:rsidP="004775AC">
            <w:pPr>
              <w:pStyle w:val="ConsPlusNormal"/>
              <w:ind w:left="-25" w:right="-5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294160,30</w:t>
            </w:r>
          </w:p>
        </w:tc>
        <w:tc>
          <w:tcPr>
            <w:tcW w:w="817" w:type="dxa"/>
            <w:vAlign w:val="center"/>
          </w:tcPr>
          <w:p w:rsidR="004775AC" w:rsidRPr="004775AC" w:rsidRDefault="00953E0A" w:rsidP="0020631E">
            <w:pPr>
              <w:pStyle w:val="ConsPlusNormal"/>
              <w:ind w:left="-25" w:right="-5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294160,30</w:t>
            </w:r>
          </w:p>
        </w:tc>
      </w:tr>
      <w:tr w:rsidR="004775AC" w:rsidTr="00953E0A">
        <w:tc>
          <w:tcPr>
            <w:tcW w:w="0" w:type="auto"/>
            <w:vMerge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940" w:type="dxa"/>
            <w:vAlign w:val="center"/>
          </w:tcPr>
          <w:p w:rsidR="00953E0A" w:rsidRDefault="00F23BBE" w:rsidP="00F23BBE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953E0A">
              <w:rPr>
                <w:sz w:val="16"/>
                <w:szCs w:val="16"/>
              </w:rPr>
              <w:t>Контрол</w:t>
            </w:r>
            <w:r w:rsidR="00953E0A">
              <w:rPr>
                <w:sz w:val="16"/>
                <w:szCs w:val="16"/>
              </w:rPr>
              <w:t>ь</w:t>
            </w:r>
            <w:r w:rsidR="00953E0A">
              <w:rPr>
                <w:sz w:val="16"/>
                <w:szCs w:val="16"/>
              </w:rPr>
              <w:t>ная точка:</w:t>
            </w:r>
          </w:p>
          <w:p w:rsidR="004775AC" w:rsidRPr="00F37886" w:rsidRDefault="00F23BBE" w:rsidP="00F23BBE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культурно-массовые меропри</w:t>
            </w:r>
            <w:r>
              <w:rPr>
                <w:sz w:val="16"/>
                <w:szCs w:val="16"/>
              </w:rPr>
              <w:t>я</w:t>
            </w:r>
            <w:r>
              <w:rPr>
                <w:sz w:val="16"/>
                <w:szCs w:val="16"/>
              </w:rPr>
              <w:t>тия</w:t>
            </w:r>
          </w:p>
        </w:tc>
        <w:tc>
          <w:tcPr>
            <w:tcW w:w="940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КТ-0000000001</w:t>
            </w:r>
          </w:p>
        </w:tc>
        <w:tc>
          <w:tcPr>
            <w:tcW w:w="940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Услуги оказ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</w:t>
            </w:r>
            <w:proofErr w:type="gramStart"/>
            <w:r>
              <w:rPr>
                <w:sz w:val="16"/>
                <w:szCs w:val="16"/>
              </w:rPr>
              <w:t>ы(</w:t>
            </w:r>
            <w:proofErr w:type="gramEnd"/>
            <w:r>
              <w:rPr>
                <w:sz w:val="16"/>
                <w:szCs w:val="16"/>
              </w:rPr>
              <w:t>работы выполн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ны)</w:t>
            </w:r>
          </w:p>
        </w:tc>
        <w:tc>
          <w:tcPr>
            <w:tcW w:w="854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</w:t>
            </w:r>
          </w:p>
        </w:tc>
        <w:tc>
          <w:tcPr>
            <w:tcW w:w="452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642</w:t>
            </w:r>
          </w:p>
        </w:tc>
        <w:tc>
          <w:tcPr>
            <w:tcW w:w="733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790" w:type="dxa"/>
            <w:vAlign w:val="center"/>
          </w:tcPr>
          <w:p w:rsidR="004775AC" w:rsidRPr="004775AC" w:rsidRDefault="00953E0A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33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790" w:type="dxa"/>
            <w:vAlign w:val="center"/>
          </w:tcPr>
          <w:p w:rsidR="004775AC" w:rsidRPr="004775AC" w:rsidRDefault="00953E0A" w:rsidP="00953E0A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90" w:type="dxa"/>
            <w:vAlign w:val="center"/>
          </w:tcPr>
          <w:p w:rsidR="004775AC" w:rsidRPr="004775AC" w:rsidRDefault="00953E0A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23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593" w:type="dxa"/>
            <w:vAlign w:val="center"/>
          </w:tcPr>
          <w:p w:rsidR="004775AC" w:rsidRPr="004775AC" w:rsidRDefault="004775AC" w:rsidP="004775AC">
            <w:pPr>
              <w:pStyle w:val="ConsPlusNormal"/>
              <w:ind w:left="-45" w:right="-5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31.03.05</w:t>
            </w:r>
          </w:p>
        </w:tc>
        <w:tc>
          <w:tcPr>
            <w:tcW w:w="1381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31.03.05</w:t>
            </w:r>
          </w:p>
        </w:tc>
        <w:tc>
          <w:tcPr>
            <w:tcW w:w="973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1121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817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817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</w:tr>
      <w:tr w:rsidR="004775AC" w:rsidTr="00953E0A">
        <w:tc>
          <w:tcPr>
            <w:tcW w:w="0" w:type="auto"/>
            <w:vMerge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940" w:type="dxa"/>
            <w:vAlign w:val="center"/>
          </w:tcPr>
          <w:p w:rsidR="004775AC" w:rsidRDefault="004775AC" w:rsidP="007954E0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940" w:type="dxa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940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854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452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733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790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733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790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790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823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593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1381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973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1121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817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817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</w:tr>
      <w:tr w:rsidR="00953E0A" w:rsidTr="00953E0A">
        <w:tc>
          <w:tcPr>
            <w:tcW w:w="777" w:type="dxa"/>
            <w:vMerge w:val="restart"/>
            <w:vAlign w:val="center"/>
          </w:tcPr>
          <w:p w:rsidR="00953E0A" w:rsidRDefault="00953E0A" w:rsidP="00953E0A">
            <w:pPr>
              <w:pStyle w:val="ConsPlusNormal"/>
              <w:ind w:left="-50" w:right="-20"/>
            </w:pPr>
            <w:proofErr w:type="spellStart"/>
            <w:r w:rsidRPr="00F37886">
              <w:rPr>
                <w:sz w:val="16"/>
                <w:szCs w:val="16"/>
              </w:rPr>
              <w:t>МБ</w:t>
            </w:r>
            <w:r>
              <w:rPr>
                <w:sz w:val="16"/>
                <w:szCs w:val="16"/>
              </w:rPr>
              <w:t>У</w:t>
            </w:r>
            <w:proofErr w:type="spellEnd"/>
            <w:r>
              <w:rPr>
                <w:sz w:val="16"/>
                <w:szCs w:val="16"/>
              </w:rPr>
              <w:t xml:space="preserve"> ДК</w:t>
            </w:r>
            <w:r w:rsidRPr="00F3788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«</w:t>
            </w:r>
            <w:proofErr w:type="spellStart"/>
            <w:r>
              <w:rPr>
                <w:sz w:val="16"/>
                <w:szCs w:val="16"/>
              </w:rPr>
              <w:t>Алта</w:t>
            </w:r>
            <w:r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>сельмаш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940" w:type="dxa"/>
            <w:vAlign w:val="center"/>
          </w:tcPr>
          <w:p w:rsidR="00953E0A" w:rsidRPr="00F37886" w:rsidRDefault="00953E0A" w:rsidP="00922D58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Результат предоста</w:t>
            </w:r>
            <w:r w:rsidRPr="00F37886">
              <w:rPr>
                <w:sz w:val="16"/>
                <w:szCs w:val="16"/>
              </w:rPr>
              <w:t>в</w:t>
            </w:r>
            <w:r w:rsidRPr="00F37886">
              <w:rPr>
                <w:sz w:val="16"/>
                <w:szCs w:val="16"/>
              </w:rPr>
              <w:t>ления субсидии:</w:t>
            </w:r>
            <w:r>
              <w:rPr>
                <w:sz w:val="16"/>
                <w:szCs w:val="16"/>
              </w:rPr>
              <w:t xml:space="preserve"> проведение культурно-массовых меропри</w:t>
            </w:r>
            <w:r>
              <w:rPr>
                <w:sz w:val="16"/>
                <w:szCs w:val="16"/>
              </w:rPr>
              <w:t>я</w:t>
            </w:r>
            <w:r>
              <w:rPr>
                <w:sz w:val="16"/>
                <w:szCs w:val="16"/>
              </w:rPr>
              <w:t>тий</w:t>
            </w:r>
          </w:p>
        </w:tc>
        <w:tc>
          <w:tcPr>
            <w:tcW w:w="940" w:type="dxa"/>
            <w:vAlign w:val="center"/>
          </w:tcPr>
          <w:p w:rsidR="00953E0A" w:rsidRPr="004775AC" w:rsidRDefault="00953E0A" w:rsidP="00922D58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-</w:t>
            </w:r>
          </w:p>
        </w:tc>
        <w:tc>
          <w:tcPr>
            <w:tcW w:w="940" w:type="dxa"/>
            <w:vAlign w:val="center"/>
          </w:tcPr>
          <w:p w:rsidR="00953E0A" w:rsidRPr="004775AC" w:rsidRDefault="00953E0A" w:rsidP="00922D58">
            <w:pPr>
              <w:pStyle w:val="ConsPlusNormal"/>
              <w:jc w:val="center"/>
              <w:rPr>
                <w:sz w:val="16"/>
                <w:szCs w:val="16"/>
              </w:rPr>
            </w:pPr>
            <w:proofErr w:type="spellStart"/>
            <w:r w:rsidRPr="004775AC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854" w:type="dxa"/>
            <w:vAlign w:val="center"/>
          </w:tcPr>
          <w:p w:rsidR="00953E0A" w:rsidRPr="004775AC" w:rsidRDefault="00953E0A" w:rsidP="00922D58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</w:t>
            </w:r>
          </w:p>
        </w:tc>
        <w:tc>
          <w:tcPr>
            <w:tcW w:w="452" w:type="dxa"/>
            <w:vAlign w:val="center"/>
          </w:tcPr>
          <w:p w:rsidR="00953E0A" w:rsidRPr="004775AC" w:rsidRDefault="00953E0A" w:rsidP="00922D58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642</w:t>
            </w:r>
          </w:p>
        </w:tc>
        <w:tc>
          <w:tcPr>
            <w:tcW w:w="733" w:type="dxa"/>
            <w:vAlign w:val="center"/>
          </w:tcPr>
          <w:p w:rsidR="00953E0A" w:rsidRPr="004775AC" w:rsidRDefault="00953E0A" w:rsidP="00922D58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90" w:type="dxa"/>
            <w:vAlign w:val="center"/>
          </w:tcPr>
          <w:p w:rsidR="00953E0A" w:rsidRPr="004775AC" w:rsidRDefault="00953E0A" w:rsidP="00953E0A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33" w:type="dxa"/>
            <w:vAlign w:val="center"/>
          </w:tcPr>
          <w:p w:rsidR="00953E0A" w:rsidRPr="004775AC" w:rsidRDefault="00953E0A" w:rsidP="00922D58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90" w:type="dxa"/>
            <w:vAlign w:val="center"/>
          </w:tcPr>
          <w:p w:rsidR="00953E0A" w:rsidRPr="004775AC" w:rsidRDefault="00953E0A" w:rsidP="00922D58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90" w:type="dxa"/>
            <w:vAlign w:val="center"/>
          </w:tcPr>
          <w:p w:rsidR="00953E0A" w:rsidRPr="004775AC" w:rsidRDefault="00953E0A" w:rsidP="00922D58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23" w:type="dxa"/>
            <w:vAlign w:val="center"/>
          </w:tcPr>
          <w:p w:rsidR="00953E0A" w:rsidRPr="004775AC" w:rsidRDefault="00953E0A" w:rsidP="00922D58">
            <w:pPr>
              <w:pStyle w:val="ConsPlusNormal"/>
              <w:jc w:val="center"/>
              <w:rPr>
                <w:sz w:val="16"/>
                <w:szCs w:val="16"/>
              </w:rPr>
            </w:pPr>
            <w:proofErr w:type="spellStart"/>
            <w:r w:rsidRPr="004775AC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593" w:type="dxa"/>
            <w:vAlign w:val="center"/>
          </w:tcPr>
          <w:p w:rsidR="00953E0A" w:rsidRPr="004775AC" w:rsidRDefault="00953E0A" w:rsidP="00922D58">
            <w:pPr>
              <w:pStyle w:val="ConsPlusNormal"/>
              <w:ind w:left="-45" w:right="-5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31.12.25</w:t>
            </w:r>
          </w:p>
        </w:tc>
        <w:tc>
          <w:tcPr>
            <w:tcW w:w="1381" w:type="dxa"/>
            <w:vAlign w:val="center"/>
          </w:tcPr>
          <w:p w:rsidR="00953E0A" w:rsidRPr="004775AC" w:rsidRDefault="00953E0A" w:rsidP="00922D58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31.12.25</w:t>
            </w:r>
          </w:p>
        </w:tc>
        <w:tc>
          <w:tcPr>
            <w:tcW w:w="973" w:type="dxa"/>
            <w:vAlign w:val="center"/>
          </w:tcPr>
          <w:p w:rsidR="00953E0A" w:rsidRPr="004775AC" w:rsidRDefault="00953E0A" w:rsidP="00922D58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1300000,00</w:t>
            </w:r>
          </w:p>
        </w:tc>
        <w:tc>
          <w:tcPr>
            <w:tcW w:w="1121" w:type="dxa"/>
            <w:vAlign w:val="center"/>
          </w:tcPr>
          <w:p w:rsidR="00953E0A" w:rsidRPr="004775AC" w:rsidRDefault="00953E0A" w:rsidP="00922D58">
            <w:pPr>
              <w:pStyle w:val="ConsPlusNormal"/>
              <w:jc w:val="center"/>
              <w:rPr>
                <w:sz w:val="16"/>
                <w:szCs w:val="16"/>
              </w:rPr>
            </w:pPr>
            <w:proofErr w:type="spellStart"/>
            <w:r w:rsidRPr="004775AC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817" w:type="dxa"/>
            <w:vAlign w:val="center"/>
          </w:tcPr>
          <w:p w:rsidR="00953E0A" w:rsidRPr="004775AC" w:rsidRDefault="00953E0A" w:rsidP="00922D58">
            <w:pPr>
              <w:pStyle w:val="ConsPlusNormal"/>
              <w:ind w:left="-25" w:right="-5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15000,00</w:t>
            </w:r>
          </w:p>
        </w:tc>
        <w:tc>
          <w:tcPr>
            <w:tcW w:w="817" w:type="dxa"/>
            <w:vAlign w:val="center"/>
          </w:tcPr>
          <w:p w:rsidR="00953E0A" w:rsidRPr="004775AC" w:rsidRDefault="00953E0A" w:rsidP="00922D58">
            <w:pPr>
              <w:pStyle w:val="ConsPlusNormal"/>
              <w:ind w:left="-25" w:right="-5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15000,00</w:t>
            </w:r>
          </w:p>
        </w:tc>
      </w:tr>
      <w:tr w:rsidR="00953E0A" w:rsidTr="00953E0A">
        <w:tc>
          <w:tcPr>
            <w:tcW w:w="0" w:type="auto"/>
            <w:vMerge/>
          </w:tcPr>
          <w:p w:rsidR="00953E0A" w:rsidRDefault="00953E0A" w:rsidP="00922D58">
            <w:pPr>
              <w:pStyle w:val="ConsPlusNormal"/>
            </w:pPr>
          </w:p>
        </w:tc>
        <w:tc>
          <w:tcPr>
            <w:tcW w:w="940" w:type="dxa"/>
            <w:vAlign w:val="center"/>
          </w:tcPr>
          <w:p w:rsidR="00953E0A" w:rsidRDefault="00953E0A" w:rsidP="00922D58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Контрол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ная точка:</w:t>
            </w:r>
          </w:p>
          <w:p w:rsidR="00953E0A" w:rsidRPr="00F37886" w:rsidRDefault="00953E0A" w:rsidP="00922D58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культурно-массовые меропри</w:t>
            </w:r>
            <w:r>
              <w:rPr>
                <w:sz w:val="16"/>
                <w:szCs w:val="16"/>
              </w:rPr>
              <w:t>я</w:t>
            </w:r>
            <w:r>
              <w:rPr>
                <w:sz w:val="16"/>
                <w:szCs w:val="16"/>
              </w:rPr>
              <w:t>тия</w:t>
            </w:r>
          </w:p>
        </w:tc>
        <w:tc>
          <w:tcPr>
            <w:tcW w:w="940" w:type="dxa"/>
            <w:vAlign w:val="center"/>
          </w:tcPr>
          <w:p w:rsidR="00953E0A" w:rsidRPr="004775AC" w:rsidRDefault="00953E0A" w:rsidP="00922D58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КТ-0000000001</w:t>
            </w:r>
          </w:p>
        </w:tc>
        <w:tc>
          <w:tcPr>
            <w:tcW w:w="940" w:type="dxa"/>
            <w:vAlign w:val="center"/>
          </w:tcPr>
          <w:p w:rsidR="00953E0A" w:rsidRPr="004775AC" w:rsidRDefault="00953E0A" w:rsidP="00922D58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Услуги оказ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</w:t>
            </w:r>
            <w:proofErr w:type="gramStart"/>
            <w:r>
              <w:rPr>
                <w:sz w:val="16"/>
                <w:szCs w:val="16"/>
              </w:rPr>
              <w:t>ы(</w:t>
            </w:r>
            <w:proofErr w:type="gramEnd"/>
            <w:r>
              <w:rPr>
                <w:sz w:val="16"/>
                <w:szCs w:val="16"/>
              </w:rPr>
              <w:t>работы выполн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ны)</w:t>
            </w:r>
          </w:p>
        </w:tc>
        <w:tc>
          <w:tcPr>
            <w:tcW w:w="854" w:type="dxa"/>
            <w:vAlign w:val="center"/>
          </w:tcPr>
          <w:p w:rsidR="00953E0A" w:rsidRPr="004775AC" w:rsidRDefault="00953E0A" w:rsidP="00922D58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</w:t>
            </w:r>
          </w:p>
        </w:tc>
        <w:tc>
          <w:tcPr>
            <w:tcW w:w="452" w:type="dxa"/>
            <w:vAlign w:val="center"/>
          </w:tcPr>
          <w:p w:rsidR="00953E0A" w:rsidRPr="004775AC" w:rsidRDefault="00953E0A" w:rsidP="00922D58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642</w:t>
            </w:r>
          </w:p>
        </w:tc>
        <w:tc>
          <w:tcPr>
            <w:tcW w:w="733" w:type="dxa"/>
            <w:vAlign w:val="center"/>
          </w:tcPr>
          <w:p w:rsidR="00953E0A" w:rsidRPr="004775AC" w:rsidRDefault="00953E0A" w:rsidP="00922D58">
            <w:pPr>
              <w:pStyle w:val="ConsPlusNormal"/>
              <w:jc w:val="center"/>
              <w:rPr>
                <w:sz w:val="16"/>
                <w:szCs w:val="16"/>
              </w:rPr>
            </w:pPr>
            <w:proofErr w:type="spellStart"/>
            <w:r w:rsidRPr="004775AC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953E0A" w:rsidRPr="004775AC" w:rsidRDefault="00953E0A" w:rsidP="00922D58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33" w:type="dxa"/>
            <w:vAlign w:val="center"/>
          </w:tcPr>
          <w:p w:rsidR="00953E0A" w:rsidRPr="004775AC" w:rsidRDefault="00953E0A" w:rsidP="00922D58">
            <w:pPr>
              <w:pStyle w:val="ConsPlusNormal"/>
              <w:jc w:val="center"/>
              <w:rPr>
                <w:sz w:val="16"/>
                <w:szCs w:val="16"/>
              </w:rPr>
            </w:pPr>
            <w:proofErr w:type="spellStart"/>
            <w:r w:rsidRPr="004775AC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953E0A" w:rsidRPr="004775AC" w:rsidRDefault="00953E0A" w:rsidP="00922D58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90" w:type="dxa"/>
            <w:vAlign w:val="center"/>
          </w:tcPr>
          <w:p w:rsidR="00953E0A" w:rsidRPr="004775AC" w:rsidRDefault="00953E0A" w:rsidP="00922D58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23" w:type="dxa"/>
            <w:vAlign w:val="center"/>
          </w:tcPr>
          <w:p w:rsidR="00953E0A" w:rsidRPr="004775AC" w:rsidRDefault="00953E0A" w:rsidP="00922D58">
            <w:pPr>
              <w:pStyle w:val="ConsPlusNormal"/>
              <w:jc w:val="center"/>
              <w:rPr>
                <w:sz w:val="16"/>
                <w:szCs w:val="16"/>
              </w:rPr>
            </w:pPr>
            <w:proofErr w:type="spellStart"/>
            <w:r w:rsidRPr="004775AC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593" w:type="dxa"/>
            <w:vAlign w:val="center"/>
          </w:tcPr>
          <w:p w:rsidR="00953E0A" w:rsidRPr="004775AC" w:rsidRDefault="00953E0A" w:rsidP="00922D58">
            <w:pPr>
              <w:pStyle w:val="ConsPlusNormal"/>
              <w:ind w:left="-45" w:right="-5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31.03.05</w:t>
            </w:r>
          </w:p>
        </w:tc>
        <w:tc>
          <w:tcPr>
            <w:tcW w:w="1381" w:type="dxa"/>
            <w:vAlign w:val="center"/>
          </w:tcPr>
          <w:p w:rsidR="00953E0A" w:rsidRPr="004775AC" w:rsidRDefault="00953E0A" w:rsidP="00922D58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31.03.05</w:t>
            </w:r>
          </w:p>
        </w:tc>
        <w:tc>
          <w:tcPr>
            <w:tcW w:w="973" w:type="dxa"/>
            <w:vAlign w:val="center"/>
          </w:tcPr>
          <w:p w:rsidR="00953E0A" w:rsidRPr="004775AC" w:rsidRDefault="00953E0A" w:rsidP="00922D58">
            <w:pPr>
              <w:pStyle w:val="ConsPlusNormal"/>
              <w:jc w:val="center"/>
              <w:rPr>
                <w:sz w:val="16"/>
                <w:szCs w:val="16"/>
              </w:rPr>
            </w:pPr>
            <w:proofErr w:type="spellStart"/>
            <w:r w:rsidRPr="004775AC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1121" w:type="dxa"/>
            <w:vAlign w:val="center"/>
          </w:tcPr>
          <w:p w:rsidR="00953E0A" w:rsidRPr="004775AC" w:rsidRDefault="00953E0A" w:rsidP="00922D58">
            <w:pPr>
              <w:pStyle w:val="ConsPlusNormal"/>
              <w:jc w:val="center"/>
              <w:rPr>
                <w:sz w:val="16"/>
                <w:szCs w:val="16"/>
              </w:rPr>
            </w:pPr>
            <w:proofErr w:type="spellStart"/>
            <w:r w:rsidRPr="004775AC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817" w:type="dxa"/>
            <w:vAlign w:val="center"/>
          </w:tcPr>
          <w:p w:rsidR="00953E0A" w:rsidRPr="004775AC" w:rsidRDefault="00953E0A" w:rsidP="00922D58">
            <w:pPr>
              <w:pStyle w:val="ConsPlusNormal"/>
              <w:jc w:val="center"/>
              <w:rPr>
                <w:sz w:val="16"/>
                <w:szCs w:val="16"/>
              </w:rPr>
            </w:pPr>
            <w:proofErr w:type="spellStart"/>
            <w:r w:rsidRPr="004775AC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817" w:type="dxa"/>
            <w:vAlign w:val="center"/>
          </w:tcPr>
          <w:p w:rsidR="00953E0A" w:rsidRPr="004775AC" w:rsidRDefault="00953E0A" w:rsidP="00922D58">
            <w:pPr>
              <w:pStyle w:val="ConsPlusNormal"/>
              <w:jc w:val="center"/>
              <w:rPr>
                <w:sz w:val="16"/>
                <w:szCs w:val="16"/>
              </w:rPr>
            </w:pPr>
            <w:proofErr w:type="spellStart"/>
            <w:r w:rsidRPr="004775AC">
              <w:rPr>
                <w:sz w:val="16"/>
                <w:szCs w:val="16"/>
              </w:rPr>
              <w:t>X</w:t>
            </w:r>
            <w:proofErr w:type="spellEnd"/>
          </w:p>
        </w:tc>
      </w:tr>
      <w:tr w:rsidR="00953E0A" w:rsidTr="00953E0A">
        <w:tc>
          <w:tcPr>
            <w:tcW w:w="0" w:type="auto"/>
            <w:vMerge/>
          </w:tcPr>
          <w:p w:rsidR="00953E0A" w:rsidRDefault="00953E0A" w:rsidP="00922D58">
            <w:pPr>
              <w:pStyle w:val="ConsPlusNormal"/>
            </w:pPr>
          </w:p>
        </w:tc>
        <w:tc>
          <w:tcPr>
            <w:tcW w:w="940" w:type="dxa"/>
            <w:vAlign w:val="center"/>
          </w:tcPr>
          <w:p w:rsidR="00953E0A" w:rsidRDefault="00953E0A" w:rsidP="00922D58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940" w:type="dxa"/>
          </w:tcPr>
          <w:p w:rsidR="00953E0A" w:rsidRDefault="00953E0A" w:rsidP="00922D58">
            <w:pPr>
              <w:pStyle w:val="ConsPlusNormal"/>
            </w:pPr>
          </w:p>
        </w:tc>
        <w:tc>
          <w:tcPr>
            <w:tcW w:w="940" w:type="dxa"/>
            <w:vAlign w:val="center"/>
          </w:tcPr>
          <w:p w:rsidR="00953E0A" w:rsidRDefault="00953E0A" w:rsidP="00922D58">
            <w:pPr>
              <w:pStyle w:val="ConsPlusNormal"/>
            </w:pPr>
          </w:p>
        </w:tc>
        <w:tc>
          <w:tcPr>
            <w:tcW w:w="854" w:type="dxa"/>
            <w:vAlign w:val="center"/>
          </w:tcPr>
          <w:p w:rsidR="00953E0A" w:rsidRDefault="00953E0A" w:rsidP="00922D58">
            <w:pPr>
              <w:pStyle w:val="ConsPlusNormal"/>
            </w:pPr>
          </w:p>
        </w:tc>
        <w:tc>
          <w:tcPr>
            <w:tcW w:w="452" w:type="dxa"/>
            <w:vAlign w:val="center"/>
          </w:tcPr>
          <w:p w:rsidR="00953E0A" w:rsidRDefault="00953E0A" w:rsidP="00922D58">
            <w:pPr>
              <w:pStyle w:val="ConsPlusNormal"/>
            </w:pPr>
          </w:p>
        </w:tc>
        <w:tc>
          <w:tcPr>
            <w:tcW w:w="733" w:type="dxa"/>
            <w:vAlign w:val="center"/>
          </w:tcPr>
          <w:p w:rsidR="00953E0A" w:rsidRDefault="00953E0A" w:rsidP="00922D58">
            <w:pPr>
              <w:pStyle w:val="ConsPlusNormal"/>
            </w:pPr>
          </w:p>
        </w:tc>
        <w:tc>
          <w:tcPr>
            <w:tcW w:w="790" w:type="dxa"/>
            <w:vAlign w:val="center"/>
          </w:tcPr>
          <w:p w:rsidR="00953E0A" w:rsidRDefault="00953E0A" w:rsidP="00922D58">
            <w:pPr>
              <w:pStyle w:val="ConsPlusNormal"/>
            </w:pPr>
          </w:p>
        </w:tc>
        <w:tc>
          <w:tcPr>
            <w:tcW w:w="733" w:type="dxa"/>
            <w:vAlign w:val="center"/>
          </w:tcPr>
          <w:p w:rsidR="00953E0A" w:rsidRDefault="00953E0A" w:rsidP="00922D58">
            <w:pPr>
              <w:pStyle w:val="ConsPlusNormal"/>
            </w:pPr>
          </w:p>
        </w:tc>
        <w:tc>
          <w:tcPr>
            <w:tcW w:w="790" w:type="dxa"/>
            <w:vAlign w:val="center"/>
          </w:tcPr>
          <w:p w:rsidR="00953E0A" w:rsidRDefault="00953E0A" w:rsidP="00922D58">
            <w:pPr>
              <w:pStyle w:val="ConsPlusNormal"/>
            </w:pPr>
          </w:p>
        </w:tc>
        <w:tc>
          <w:tcPr>
            <w:tcW w:w="790" w:type="dxa"/>
            <w:vAlign w:val="center"/>
          </w:tcPr>
          <w:p w:rsidR="00953E0A" w:rsidRDefault="00953E0A" w:rsidP="00922D58">
            <w:pPr>
              <w:pStyle w:val="ConsPlusNormal"/>
            </w:pPr>
          </w:p>
        </w:tc>
        <w:tc>
          <w:tcPr>
            <w:tcW w:w="823" w:type="dxa"/>
            <w:vAlign w:val="center"/>
          </w:tcPr>
          <w:p w:rsidR="00953E0A" w:rsidRDefault="00953E0A" w:rsidP="00922D58">
            <w:pPr>
              <w:pStyle w:val="ConsPlusNormal"/>
            </w:pPr>
          </w:p>
        </w:tc>
        <w:tc>
          <w:tcPr>
            <w:tcW w:w="593" w:type="dxa"/>
            <w:vAlign w:val="center"/>
          </w:tcPr>
          <w:p w:rsidR="00953E0A" w:rsidRDefault="00953E0A" w:rsidP="00922D58">
            <w:pPr>
              <w:pStyle w:val="ConsPlusNormal"/>
            </w:pPr>
          </w:p>
        </w:tc>
        <w:tc>
          <w:tcPr>
            <w:tcW w:w="1381" w:type="dxa"/>
            <w:vAlign w:val="center"/>
          </w:tcPr>
          <w:p w:rsidR="00953E0A" w:rsidRDefault="00953E0A" w:rsidP="00922D58">
            <w:pPr>
              <w:pStyle w:val="ConsPlusNormal"/>
            </w:pPr>
          </w:p>
        </w:tc>
        <w:tc>
          <w:tcPr>
            <w:tcW w:w="973" w:type="dxa"/>
            <w:vAlign w:val="center"/>
          </w:tcPr>
          <w:p w:rsidR="00953E0A" w:rsidRDefault="00953E0A" w:rsidP="00922D58">
            <w:pPr>
              <w:pStyle w:val="ConsPlusNormal"/>
            </w:pPr>
          </w:p>
        </w:tc>
        <w:tc>
          <w:tcPr>
            <w:tcW w:w="1121" w:type="dxa"/>
            <w:vAlign w:val="center"/>
          </w:tcPr>
          <w:p w:rsidR="00953E0A" w:rsidRDefault="00953E0A" w:rsidP="00922D58">
            <w:pPr>
              <w:pStyle w:val="ConsPlusNormal"/>
            </w:pPr>
          </w:p>
        </w:tc>
        <w:tc>
          <w:tcPr>
            <w:tcW w:w="817" w:type="dxa"/>
            <w:vAlign w:val="center"/>
          </w:tcPr>
          <w:p w:rsidR="00953E0A" w:rsidRDefault="00953E0A" w:rsidP="00922D58">
            <w:pPr>
              <w:pStyle w:val="ConsPlusNormal"/>
            </w:pPr>
          </w:p>
        </w:tc>
        <w:tc>
          <w:tcPr>
            <w:tcW w:w="817" w:type="dxa"/>
            <w:vAlign w:val="center"/>
          </w:tcPr>
          <w:p w:rsidR="00953E0A" w:rsidRDefault="00953E0A" w:rsidP="00922D58">
            <w:pPr>
              <w:pStyle w:val="ConsPlusNormal"/>
            </w:pPr>
          </w:p>
        </w:tc>
      </w:tr>
    </w:tbl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417C0A">
      <w:pPr>
        <w:autoSpaceDE w:val="0"/>
        <w:autoSpaceDN w:val="0"/>
        <w:adjustRightInd w:val="0"/>
        <w:outlineLvl w:val="1"/>
        <w:rPr>
          <w:sz w:val="27"/>
          <w:szCs w:val="27"/>
        </w:rPr>
        <w:sectPr w:rsidR="00042CC1" w:rsidSect="00E73603">
          <w:pgSz w:w="16840" w:h="11906" w:orient="landscape"/>
          <w:pgMar w:top="1134" w:right="850" w:bottom="850" w:left="850" w:header="0" w:footer="0" w:gutter="0"/>
          <w:cols w:space="720"/>
          <w:noEndnote/>
          <w:docGrid w:linePitch="272"/>
        </w:sectPr>
      </w:pPr>
    </w:p>
    <w:p w:rsidR="00042CC1" w:rsidRPr="001E7946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42CC1" w:rsidRPr="001E7946" w:rsidSect="00AA6EBF">
      <w:headerReference w:type="even" r:id="rId10"/>
      <w:headerReference w:type="default" r:id="rId11"/>
      <w:footerReference w:type="even" r:id="rId12"/>
      <w:footerReference w:type="default" r:id="rId13"/>
      <w:pgSz w:w="11906" w:h="16840"/>
      <w:pgMar w:top="850" w:right="850" w:bottom="850" w:left="1134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06B" w:rsidRDefault="0003506B">
      <w:r>
        <w:separator/>
      </w:r>
    </w:p>
  </w:endnote>
  <w:endnote w:type="continuationSeparator" w:id="0">
    <w:p w:rsidR="0003506B" w:rsidRDefault="000350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9F6DC5" w:rsidP="002F6FCC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954E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54E0" w:rsidRDefault="007954E0" w:rsidP="002F6FC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7954E0" w:rsidP="002F6FCC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06B" w:rsidRDefault="0003506B">
      <w:r>
        <w:separator/>
      </w:r>
    </w:p>
  </w:footnote>
  <w:footnote w:type="continuationSeparator" w:id="0">
    <w:p w:rsidR="0003506B" w:rsidRDefault="000350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7954E0">
    <w:pPr>
      <w:pStyle w:val="a5"/>
      <w:jc w:val="right"/>
    </w:pPr>
  </w:p>
  <w:p w:rsidR="007954E0" w:rsidRDefault="007954E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9F6DC5" w:rsidP="00334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954E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54E0" w:rsidRDefault="007954E0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9F6DC5">
    <w:pPr>
      <w:pStyle w:val="a5"/>
      <w:jc w:val="right"/>
    </w:pPr>
    <w:fldSimple w:instr=" PAGE   \* MERGEFORMAT ">
      <w:r w:rsidR="00953E0A">
        <w:rPr>
          <w:noProof/>
        </w:rPr>
        <w:t>6</w:t>
      </w:r>
    </w:fldSimple>
  </w:p>
  <w:p w:rsidR="007954E0" w:rsidRDefault="007954E0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54601"/>
    <w:multiLevelType w:val="hybridMultilevel"/>
    <w:tmpl w:val="ECA0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A3D81"/>
    <w:multiLevelType w:val="singleLevel"/>
    <w:tmpl w:val="74845C8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08"/>
  <w:autoHyphenation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670"/>
    <w:rsid w:val="00005FAC"/>
    <w:rsid w:val="00013582"/>
    <w:rsid w:val="00013B2B"/>
    <w:rsid w:val="0001598D"/>
    <w:rsid w:val="0001601C"/>
    <w:rsid w:val="00016725"/>
    <w:rsid w:val="000207C6"/>
    <w:rsid w:val="0002426C"/>
    <w:rsid w:val="000317EE"/>
    <w:rsid w:val="00035031"/>
    <w:rsid w:val="0003506B"/>
    <w:rsid w:val="00036A15"/>
    <w:rsid w:val="0004161A"/>
    <w:rsid w:val="00042CC1"/>
    <w:rsid w:val="000463C8"/>
    <w:rsid w:val="00047091"/>
    <w:rsid w:val="0004786C"/>
    <w:rsid w:val="000617A2"/>
    <w:rsid w:val="000625D8"/>
    <w:rsid w:val="00062BA2"/>
    <w:rsid w:val="0006354C"/>
    <w:rsid w:val="0006597C"/>
    <w:rsid w:val="00074368"/>
    <w:rsid w:val="000827F5"/>
    <w:rsid w:val="00082A88"/>
    <w:rsid w:val="00092182"/>
    <w:rsid w:val="0009291D"/>
    <w:rsid w:val="0009440F"/>
    <w:rsid w:val="0009636E"/>
    <w:rsid w:val="000A1447"/>
    <w:rsid w:val="000A79D1"/>
    <w:rsid w:val="000B1C7A"/>
    <w:rsid w:val="000B5659"/>
    <w:rsid w:val="000B6F00"/>
    <w:rsid w:val="000B72B2"/>
    <w:rsid w:val="000B76A7"/>
    <w:rsid w:val="000C2A54"/>
    <w:rsid w:val="000C3783"/>
    <w:rsid w:val="000C3AD2"/>
    <w:rsid w:val="000D03B5"/>
    <w:rsid w:val="000D7562"/>
    <w:rsid w:val="000E0142"/>
    <w:rsid w:val="000E2AB9"/>
    <w:rsid w:val="000E2DD4"/>
    <w:rsid w:val="000E4604"/>
    <w:rsid w:val="000E7BC9"/>
    <w:rsid w:val="000F2AB1"/>
    <w:rsid w:val="000F5126"/>
    <w:rsid w:val="000F5396"/>
    <w:rsid w:val="000F5A23"/>
    <w:rsid w:val="000F6704"/>
    <w:rsid w:val="000F7456"/>
    <w:rsid w:val="00103CBC"/>
    <w:rsid w:val="00103EB5"/>
    <w:rsid w:val="001078BF"/>
    <w:rsid w:val="00110881"/>
    <w:rsid w:val="001121BD"/>
    <w:rsid w:val="00114691"/>
    <w:rsid w:val="00125112"/>
    <w:rsid w:val="00127C42"/>
    <w:rsid w:val="00127D95"/>
    <w:rsid w:val="00127EB7"/>
    <w:rsid w:val="001318C3"/>
    <w:rsid w:val="00133EB4"/>
    <w:rsid w:val="00134F02"/>
    <w:rsid w:val="0014302A"/>
    <w:rsid w:val="00143746"/>
    <w:rsid w:val="00143755"/>
    <w:rsid w:val="00143834"/>
    <w:rsid w:val="001517BB"/>
    <w:rsid w:val="00157ECF"/>
    <w:rsid w:val="001673EE"/>
    <w:rsid w:val="001707A6"/>
    <w:rsid w:val="00172452"/>
    <w:rsid w:val="00172582"/>
    <w:rsid w:val="00184A4B"/>
    <w:rsid w:val="00185FB1"/>
    <w:rsid w:val="001904D2"/>
    <w:rsid w:val="0019624B"/>
    <w:rsid w:val="001A180E"/>
    <w:rsid w:val="001A485C"/>
    <w:rsid w:val="001A65FB"/>
    <w:rsid w:val="001A7CE4"/>
    <w:rsid w:val="001B78E9"/>
    <w:rsid w:val="001C05C1"/>
    <w:rsid w:val="001C564A"/>
    <w:rsid w:val="001D4E4D"/>
    <w:rsid w:val="001E29F1"/>
    <w:rsid w:val="001E3B0B"/>
    <w:rsid w:val="001E42C3"/>
    <w:rsid w:val="001E72C8"/>
    <w:rsid w:val="001E7946"/>
    <w:rsid w:val="001F3400"/>
    <w:rsid w:val="001F7241"/>
    <w:rsid w:val="001F7DF3"/>
    <w:rsid w:val="00200386"/>
    <w:rsid w:val="00202DCF"/>
    <w:rsid w:val="00204510"/>
    <w:rsid w:val="002129EE"/>
    <w:rsid w:val="00213F01"/>
    <w:rsid w:val="0021529C"/>
    <w:rsid w:val="00215DB4"/>
    <w:rsid w:val="00220125"/>
    <w:rsid w:val="00220E45"/>
    <w:rsid w:val="002312B6"/>
    <w:rsid w:val="00232C09"/>
    <w:rsid w:val="00233A1C"/>
    <w:rsid w:val="002346F2"/>
    <w:rsid w:val="00235915"/>
    <w:rsid w:val="00237A1C"/>
    <w:rsid w:val="0024382C"/>
    <w:rsid w:val="00243F05"/>
    <w:rsid w:val="00247417"/>
    <w:rsid w:val="00247C59"/>
    <w:rsid w:val="002503F4"/>
    <w:rsid w:val="002563C6"/>
    <w:rsid w:val="0026053C"/>
    <w:rsid w:val="0026113D"/>
    <w:rsid w:val="00261C42"/>
    <w:rsid w:val="0026218E"/>
    <w:rsid w:val="00262849"/>
    <w:rsid w:val="00262F7D"/>
    <w:rsid w:val="0026316E"/>
    <w:rsid w:val="002761E6"/>
    <w:rsid w:val="0027652B"/>
    <w:rsid w:val="0028051B"/>
    <w:rsid w:val="00282C71"/>
    <w:rsid w:val="002833EF"/>
    <w:rsid w:val="00286DE1"/>
    <w:rsid w:val="00287A4E"/>
    <w:rsid w:val="00290301"/>
    <w:rsid w:val="00293357"/>
    <w:rsid w:val="00294E69"/>
    <w:rsid w:val="0029703A"/>
    <w:rsid w:val="002A095F"/>
    <w:rsid w:val="002A0EEF"/>
    <w:rsid w:val="002A1984"/>
    <w:rsid w:val="002A1DDA"/>
    <w:rsid w:val="002A44E2"/>
    <w:rsid w:val="002A4694"/>
    <w:rsid w:val="002A583B"/>
    <w:rsid w:val="002A7A10"/>
    <w:rsid w:val="002A7D86"/>
    <w:rsid w:val="002B6F06"/>
    <w:rsid w:val="002B7211"/>
    <w:rsid w:val="002C0086"/>
    <w:rsid w:val="002C00D3"/>
    <w:rsid w:val="002C02A1"/>
    <w:rsid w:val="002C2536"/>
    <w:rsid w:val="002C2F4F"/>
    <w:rsid w:val="002C3DA5"/>
    <w:rsid w:val="002D0268"/>
    <w:rsid w:val="002D43AE"/>
    <w:rsid w:val="002D4420"/>
    <w:rsid w:val="002D56D8"/>
    <w:rsid w:val="002D7D92"/>
    <w:rsid w:val="002E31BA"/>
    <w:rsid w:val="002E46DE"/>
    <w:rsid w:val="002E76E8"/>
    <w:rsid w:val="002F083F"/>
    <w:rsid w:val="002F124C"/>
    <w:rsid w:val="002F48AA"/>
    <w:rsid w:val="002F6918"/>
    <w:rsid w:val="002F6FCC"/>
    <w:rsid w:val="0030091C"/>
    <w:rsid w:val="0030207B"/>
    <w:rsid w:val="00303070"/>
    <w:rsid w:val="00305804"/>
    <w:rsid w:val="00306648"/>
    <w:rsid w:val="003071F1"/>
    <w:rsid w:val="00307D41"/>
    <w:rsid w:val="00314FC2"/>
    <w:rsid w:val="003156EC"/>
    <w:rsid w:val="00317040"/>
    <w:rsid w:val="00321F5C"/>
    <w:rsid w:val="00323650"/>
    <w:rsid w:val="00324273"/>
    <w:rsid w:val="0032485F"/>
    <w:rsid w:val="00324FC7"/>
    <w:rsid w:val="003269F4"/>
    <w:rsid w:val="0033124F"/>
    <w:rsid w:val="00334406"/>
    <w:rsid w:val="003358CA"/>
    <w:rsid w:val="0034202B"/>
    <w:rsid w:val="00345033"/>
    <w:rsid w:val="003464F4"/>
    <w:rsid w:val="00346A54"/>
    <w:rsid w:val="00346E98"/>
    <w:rsid w:val="0034765E"/>
    <w:rsid w:val="00347722"/>
    <w:rsid w:val="00351870"/>
    <w:rsid w:val="00353688"/>
    <w:rsid w:val="003558BF"/>
    <w:rsid w:val="0035685B"/>
    <w:rsid w:val="00357931"/>
    <w:rsid w:val="00364056"/>
    <w:rsid w:val="00365321"/>
    <w:rsid w:val="00365963"/>
    <w:rsid w:val="00365BA8"/>
    <w:rsid w:val="00367C8F"/>
    <w:rsid w:val="0037285F"/>
    <w:rsid w:val="00372BAA"/>
    <w:rsid w:val="003740AA"/>
    <w:rsid w:val="00377A36"/>
    <w:rsid w:val="00380CA5"/>
    <w:rsid w:val="003815D3"/>
    <w:rsid w:val="00381ED2"/>
    <w:rsid w:val="003861EE"/>
    <w:rsid w:val="00386B82"/>
    <w:rsid w:val="0039079E"/>
    <w:rsid w:val="003909AF"/>
    <w:rsid w:val="0039260C"/>
    <w:rsid w:val="00392ACB"/>
    <w:rsid w:val="00393A8F"/>
    <w:rsid w:val="003977AF"/>
    <w:rsid w:val="003A06DC"/>
    <w:rsid w:val="003A1DED"/>
    <w:rsid w:val="003A2586"/>
    <w:rsid w:val="003B22BE"/>
    <w:rsid w:val="003B2CB5"/>
    <w:rsid w:val="003B3193"/>
    <w:rsid w:val="003B37FE"/>
    <w:rsid w:val="003B7CF8"/>
    <w:rsid w:val="003C4363"/>
    <w:rsid w:val="003C4600"/>
    <w:rsid w:val="003C4DC8"/>
    <w:rsid w:val="003C5C6E"/>
    <w:rsid w:val="003C7E64"/>
    <w:rsid w:val="003D3192"/>
    <w:rsid w:val="003D7AAD"/>
    <w:rsid w:val="003E1242"/>
    <w:rsid w:val="003E6124"/>
    <w:rsid w:val="003F6253"/>
    <w:rsid w:val="003F72B3"/>
    <w:rsid w:val="004011D5"/>
    <w:rsid w:val="00411106"/>
    <w:rsid w:val="00413991"/>
    <w:rsid w:val="0041403E"/>
    <w:rsid w:val="00415EB7"/>
    <w:rsid w:val="0041799A"/>
    <w:rsid w:val="00417C0A"/>
    <w:rsid w:val="00423EBE"/>
    <w:rsid w:val="0042594E"/>
    <w:rsid w:val="004268F2"/>
    <w:rsid w:val="00430DA2"/>
    <w:rsid w:val="00431D35"/>
    <w:rsid w:val="004352BE"/>
    <w:rsid w:val="004354E4"/>
    <w:rsid w:val="00440CBF"/>
    <w:rsid w:val="00445F0B"/>
    <w:rsid w:val="00445FA4"/>
    <w:rsid w:val="004461C1"/>
    <w:rsid w:val="00446722"/>
    <w:rsid w:val="004470F3"/>
    <w:rsid w:val="00453642"/>
    <w:rsid w:val="0045382D"/>
    <w:rsid w:val="00454D79"/>
    <w:rsid w:val="00460BAB"/>
    <w:rsid w:val="00460F99"/>
    <w:rsid w:val="004638A6"/>
    <w:rsid w:val="00464C62"/>
    <w:rsid w:val="00464CFE"/>
    <w:rsid w:val="00465665"/>
    <w:rsid w:val="004701BE"/>
    <w:rsid w:val="00471FE3"/>
    <w:rsid w:val="0047269E"/>
    <w:rsid w:val="0047485A"/>
    <w:rsid w:val="00474D78"/>
    <w:rsid w:val="004775AC"/>
    <w:rsid w:val="00480943"/>
    <w:rsid w:val="00482335"/>
    <w:rsid w:val="00482E64"/>
    <w:rsid w:val="00485FE5"/>
    <w:rsid w:val="00491F2F"/>
    <w:rsid w:val="0049210F"/>
    <w:rsid w:val="00495CA3"/>
    <w:rsid w:val="0049688B"/>
    <w:rsid w:val="004B12CD"/>
    <w:rsid w:val="004B21B9"/>
    <w:rsid w:val="004B2F07"/>
    <w:rsid w:val="004B4A2E"/>
    <w:rsid w:val="004B7DA4"/>
    <w:rsid w:val="004C7552"/>
    <w:rsid w:val="004C7FA5"/>
    <w:rsid w:val="004D0D18"/>
    <w:rsid w:val="004D2902"/>
    <w:rsid w:val="004D345F"/>
    <w:rsid w:val="004D41B4"/>
    <w:rsid w:val="004D5154"/>
    <w:rsid w:val="004E25DB"/>
    <w:rsid w:val="004E527E"/>
    <w:rsid w:val="004E5D25"/>
    <w:rsid w:val="004E69C7"/>
    <w:rsid w:val="004E7CEE"/>
    <w:rsid w:val="004F057D"/>
    <w:rsid w:val="004F1146"/>
    <w:rsid w:val="0050188E"/>
    <w:rsid w:val="00503DD5"/>
    <w:rsid w:val="00506DD0"/>
    <w:rsid w:val="00507B24"/>
    <w:rsid w:val="00513703"/>
    <w:rsid w:val="00515332"/>
    <w:rsid w:val="005157F5"/>
    <w:rsid w:val="00516CFE"/>
    <w:rsid w:val="00523B0D"/>
    <w:rsid w:val="00526D91"/>
    <w:rsid w:val="00530070"/>
    <w:rsid w:val="00534692"/>
    <w:rsid w:val="00536C41"/>
    <w:rsid w:val="0053769C"/>
    <w:rsid w:val="005376E0"/>
    <w:rsid w:val="005446D7"/>
    <w:rsid w:val="00547DDD"/>
    <w:rsid w:val="00551289"/>
    <w:rsid w:val="00557155"/>
    <w:rsid w:val="00565110"/>
    <w:rsid w:val="005702B1"/>
    <w:rsid w:val="005704F8"/>
    <w:rsid w:val="0057258C"/>
    <w:rsid w:val="00580E71"/>
    <w:rsid w:val="00582A87"/>
    <w:rsid w:val="005853DF"/>
    <w:rsid w:val="00585C35"/>
    <w:rsid w:val="005957AD"/>
    <w:rsid w:val="0059739C"/>
    <w:rsid w:val="005A28B7"/>
    <w:rsid w:val="005A5A13"/>
    <w:rsid w:val="005A65DD"/>
    <w:rsid w:val="005B0192"/>
    <w:rsid w:val="005B3D65"/>
    <w:rsid w:val="005B7572"/>
    <w:rsid w:val="005B7FC4"/>
    <w:rsid w:val="005C33D1"/>
    <w:rsid w:val="005C34F6"/>
    <w:rsid w:val="005C3D7B"/>
    <w:rsid w:val="005C5E2F"/>
    <w:rsid w:val="005C6B7A"/>
    <w:rsid w:val="005C7414"/>
    <w:rsid w:val="005D25D5"/>
    <w:rsid w:val="005D2C26"/>
    <w:rsid w:val="005D5D5F"/>
    <w:rsid w:val="005D6E4C"/>
    <w:rsid w:val="005D76A9"/>
    <w:rsid w:val="005E066E"/>
    <w:rsid w:val="005E146F"/>
    <w:rsid w:val="005E5AE3"/>
    <w:rsid w:val="005F19A4"/>
    <w:rsid w:val="005F2D50"/>
    <w:rsid w:val="005F4535"/>
    <w:rsid w:val="005F52A0"/>
    <w:rsid w:val="005F71F2"/>
    <w:rsid w:val="006036B0"/>
    <w:rsid w:val="00610E5D"/>
    <w:rsid w:val="006156D9"/>
    <w:rsid w:val="00620489"/>
    <w:rsid w:val="00620A3B"/>
    <w:rsid w:val="00622673"/>
    <w:rsid w:val="006227B6"/>
    <w:rsid w:val="006230BD"/>
    <w:rsid w:val="00624FBF"/>
    <w:rsid w:val="0063790E"/>
    <w:rsid w:val="0064282B"/>
    <w:rsid w:val="006431B3"/>
    <w:rsid w:val="00645E23"/>
    <w:rsid w:val="00651439"/>
    <w:rsid w:val="0065247D"/>
    <w:rsid w:val="0065264D"/>
    <w:rsid w:val="006538B9"/>
    <w:rsid w:val="0065537B"/>
    <w:rsid w:val="0065538F"/>
    <w:rsid w:val="00655DFA"/>
    <w:rsid w:val="00655ECB"/>
    <w:rsid w:val="006566B0"/>
    <w:rsid w:val="006578DD"/>
    <w:rsid w:val="006634DA"/>
    <w:rsid w:val="006645C8"/>
    <w:rsid w:val="0066526D"/>
    <w:rsid w:val="00667865"/>
    <w:rsid w:val="00670CA3"/>
    <w:rsid w:val="00673374"/>
    <w:rsid w:val="00676BFB"/>
    <w:rsid w:val="006808CB"/>
    <w:rsid w:val="006815D2"/>
    <w:rsid w:val="006844A3"/>
    <w:rsid w:val="00685CDD"/>
    <w:rsid w:val="00685FEB"/>
    <w:rsid w:val="006949D1"/>
    <w:rsid w:val="00695BD7"/>
    <w:rsid w:val="00696141"/>
    <w:rsid w:val="0069663A"/>
    <w:rsid w:val="006A2E6B"/>
    <w:rsid w:val="006A4D94"/>
    <w:rsid w:val="006A6A34"/>
    <w:rsid w:val="006B1CA0"/>
    <w:rsid w:val="006B1CD5"/>
    <w:rsid w:val="006B7392"/>
    <w:rsid w:val="006C1189"/>
    <w:rsid w:val="006C3698"/>
    <w:rsid w:val="006C46CF"/>
    <w:rsid w:val="006C5031"/>
    <w:rsid w:val="006C65BE"/>
    <w:rsid w:val="006C72B2"/>
    <w:rsid w:val="006C78FD"/>
    <w:rsid w:val="006D131D"/>
    <w:rsid w:val="006D2E0D"/>
    <w:rsid w:val="006D34C3"/>
    <w:rsid w:val="006E1769"/>
    <w:rsid w:val="006F01C0"/>
    <w:rsid w:val="006F127B"/>
    <w:rsid w:val="006F26CE"/>
    <w:rsid w:val="006F32C2"/>
    <w:rsid w:val="006F488A"/>
    <w:rsid w:val="006F557C"/>
    <w:rsid w:val="006F572C"/>
    <w:rsid w:val="006F6E13"/>
    <w:rsid w:val="006F7A2B"/>
    <w:rsid w:val="00702240"/>
    <w:rsid w:val="00704156"/>
    <w:rsid w:val="00707471"/>
    <w:rsid w:val="00711405"/>
    <w:rsid w:val="00711617"/>
    <w:rsid w:val="0071368E"/>
    <w:rsid w:val="00715EFF"/>
    <w:rsid w:val="007162FC"/>
    <w:rsid w:val="00716F1F"/>
    <w:rsid w:val="00720A38"/>
    <w:rsid w:val="00725DEA"/>
    <w:rsid w:val="007263FB"/>
    <w:rsid w:val="0072713E"/>
    <w:rsid w:val="007319E8"/>
    <w:rsid w:val="00732471"/>
    <w:rsid w:val="0073633C"/>
    <w:rsid w:val="0073737C"/>
    <w:rsid w:val="00740035"/>
    <w:rsid w:val="00741F8F"/>
    <w:rsid w:val="00743ABC"/>
    <w:rsid w:val="007445B6"/>
    <w:rsid w:val="00744C90"/>
    <w:rsid w:val="00747D60"/>
    <w:rsid w:val="00747E05"/>
    <w:rsid w:val="00751108"/>
    <w:rsid w:val="00751720"/>
    <w:rsid w:val="00754D99"/>
    <w:rsid w:val="007564F8"/>
    <w:rsid w:val="0076153E"/>
    <w:rsid w:val="00761A69"/>
    <w:rsid w:val="00761CC1"/>
    <w:rsid w:val="00762B32"/>
    <w:rsid w:val="00764000"/>
    <w:rsid w:val="0076673A"/>
    <w:rsid w:val="0076724A"/>
    <w:rsid w:val="00767677"/>
    <w:rsid w:val="007715BF"/>
    <w:rsid w:val="00771B1C"/>
    <w:rsid w:val="00771D13"/>
    <w:rsid w:val="007738E0"/>
    <w:rsid w:val="007762D8"/>
    <w:rsid w:val="00776AB3"/>
    <w:rsid w:val="00777348"/>
    <w:rsid w:val="007779AA"/>
    <w:rsid w:val="007801CE"/>
    <w:rsid w:val="00780889"/>
    <w:rsid w:val="007865B7"/>
    <w:rsid w:val="007905D6"/>
    <w:rsid w:val="00793A7E"/>
    <w:rsid w:val="00793D1F"/>
    <w:rsid w:val="0079514B"/>
    <w:rsid w:val="007954E0"/>
    <w:rsid w:val="0079681B"/>
    <w:rsid w:val="00797887"/>
    <w:rsid w:val="007A02A3"/>
    <w:rsid w:val="007A07CD"/>
    <w:rsid w:val="007A25CE"/>
    <w:rsid w:val="007A4604"/>
    <w:rsid w:val="007A532D"/>
    <w:rsid w:val="007A7EFD"/>
    <w:rsid w:val="007B0C06"/>
    <w:rsid w:val="007B395B"/>
    <w:rsid w:val="007B6E09"/>
    <w:rsid w:val="007B7240"/>
    <w:rsid w:val="007C0F64"/>
    <w:rsid w:val="007C1314"/>
    <w:rsid w:val="007C149A"/>
    <w:rsid w:val="007C325D"/>
    <w:rsid w:val="007C3939"/>
    <w:rsid w:val="007D10C3"/>
    <w:rsid w:val="007D672A"/>
    <w:rsid w:val="007D687C"/>
    <w:rsid w:val="007D77A9"/>
    <w:rsid w:val="007D7D7D"/>
    <w:rsid w:val="007E0C0C"/>
    <w:rsid w:val="007E1048"/>
    <w:rsid w:val="007E2AE9"/>
    <w:rsid w:val="007E360A"/>
    <w:rsid w:val="007E439F"/>
    <w:rsid w:val="007E54C2"/>
    <w:rsid w:val="007E620B"/>
    <w:rsid w:val="007F048D"/>
    <w:rsid w:val="007F2BB7"/>
    <w:rsid w:val="007F4522"/>
    <w:rsid w:val="00800AE4"/>
    <w:rsid w:val="0080499E"/>
    <w:rsid w:val="00810BA7"/>
    <w:rsid w:val="00811A33"/>
    <w:rsid w:val="008123E9"/>
    <w:rsid w:val="00812439"/>
    <w:rsid w:val="00813077"/>
    <w:rsid w:val="008220DD"/>
    <w:rsid w:val="00827075"/>
    <w:rsid w:val="00827B49"/>
    <w:rsid w:val="00832827"/>
    <w:rsid w:val="0083494D"/>
    <w:rsid w:val="00843137"/>
    <w:rsid w:val="00844865"/>
    <w:rsid w:val="00844CA4"/>
    <w:rsid w:val="00845A96"/>
    <w:rsid w:val="008465B2"/>
    <w:rsid w:val="0086056E"/>
    <w:rsid w:val="008639DC"/>
    <w:rsid w:val="00866D75"/>
    <w:rsid w:val="0087050D"/>
    <w:rsid w:val="0087340D"/>
    <w:rsid w:val="00875768"/>
    <w:rsid w:val="00875940"/>
    <w:rsid w:val="00883090"/>
    <w:rsid w:val="008836B4"/>
    <w:rsid w:val="00891FCE"/>
    <w:rsid w:val="00893547"/>
    <w:rsid w:val="0089392F"/>
    <w:rsid w:val="00897376"/>
    <w:rsid w:val="008A0EE9"/>
    <w:rsid w:val="008A33BA"/>
    <w:rsid w:val="008A35C7"/>
    <w:rsid w:val="008A3EBD"/>
    <w:rsid w:val="008A4DC3"/>
    <w:rsid w:val="008A4E1F"/>
    <w:rsid w:val="008A53E9"/>
    <w:rsid w:val="008A74AF"/>
    <w:rsid w:val="008B0AD1"/>
    <w:rsid w:val="008C226C"/>
    <w:rsid w:val="008C2BAC"/>
    <w:rsid w:val="008C4342"/>
    <w:rsid w:val="008C5515"/>
    <w:rsid w:val="008D1C5F"/>
    <w:rsid w:val="008D4C8C"/>
    <w:rsid w:val="008D5EC2"/>
    <w:rsid w:val="008D65E5"/>
    <w:rsid w:val="008F2017"/>
    <w:rsid w:val="008F70D7"/>
    <w:rsid w:val="00900043"/>
    <w:rsid w:val="00900CEC"/>
    <w:rsid w:val="009027E1"/>
    <w:rsid w:val="00903B13"/>
    <w:rsid w:val="00904B3D"/>
    <w:rsid w:val="00906BF7"/>
    <w:rsid w:val="009114A3"/>
    <w:rsid w:val="009149E2"/>
    <w:rsid w:val="0091656D"/>
    <w:rsid w:val="009200A5"/>
    <w:rsid w:val="009205FD"/>
    <w:rsid w:val="0092372D"/>
    <w:rsid w:val="00923B07"/>
    <w:rsid w:val="00924364"/>
    <w:rsid w:val="00924D75"/>
    <w:rsid w:val="00927744"/>
    <w:rsid w:val="00927D2C"/>
    <w:rsid w:val="00933ED9"/>
    <w:rsid w:val="009348FF"/>
    <w:rsid w:val="00940721"/>
    <w:rsid w:val="009409F6"/>
    <w:rsid w:val="009427E5"/>
    <w:rsid w:val="009452A7"/>
    <w:rsid w:val="00945B58"/>
    <w:rsid w:val="00950ADE"/>
    <w:rsid w:val="00951122"/>
    <w:rsid w:val="0095257A"/>
    <w:rsid w:val="00953B62"/>
    <w:rsid w:val="00953E0A"/>
    <w:rsid w:val="00954B3D"/>
    <w:rsid w:val="00954F07"/>
    <w:rsid w:val="00955B2A"/>
    <w:rsid w:val="0095754E"/>
    <w:rsid w:val="00957BD9"/>
    <w:rsid w:val="00957F05"/>
    <w:rsid w:val="00967399"/>
    <w:rsid w:val="0097069E"/>
    <w:rsid w:val="00972308"/>
    <w:rsid w:val="0097363D"/>
    <w:rsid w:val="00976761"/>
    <w:rsid w:val="0097779B"/>
    <w:rsid w:val="0098242D"/>
    <w:rsid w:val="009825D7"/>
    <w:rsid w:val="00984E25"/>
    <w:rsid w:val="009859F2"/>
    <w:rsid w:val="00985D18"/>
    <w:rsid w:val="0099215F"/>
    <w:rsid w:val="00997AE0"/>
    <w:rsid w:val="009A038F"/>
    <w:rsid w:val="009A151D"/>
    <w:rsid w:val="009A4802"/>
    <w:rsid w:val="009A4A75"/>
    <w:rsid w:val="009A799F"/>
    <w:rsid w:val="009B09F2"/>
    <w:rsid w:val="009B1070"/>
    <w:rsid w:val="009B15DB"/>
    <w:rsid w:val="009B3333"/>
    <w:rsid w:val="009B4334"/>
    <w:rsid w:val="009B53B2"/>
    <w:rsid w:val="009C1CC4"/>
    <w:rsid w:val="009C3590"/>
    <w:rsid w:val="009C3A2D"/>
    <w:rsid w:val="009C3AA4"/>
    <w:rsid w:val="009C47C4"/>
    <w:rsid w:val="009C4878"/>
    <w:rsid w:val="009C778E"/>
    <w:rsid w:val="009D06F2"/>
    <w:rsid w:val="009D3E64"/>
    <w:rsid w:val="009D562F"/>
    <w:rsid w:val="009D650A"/>
    <w:rsid w:val="009D6F83"/>
    <w:rsid w:val="009E084E"/>
    <w:rsid w:val="009E2B8B"/>
    <w:rsid w:val="009E4AB7"/>
    <w:rsid w:val="009E6015"/>
    <w:rsid w:val="009E7883"/>
    <w:rsid w:val="009F1AD7"/>
    <w:rsid w:val="009F206D"/>
    <w:rsid w:val="009F4724"/>
    <w:rsid w:val="009F6DC5"/>
    <w:rsid w:val="009F7898"/>
    <w:rsid w:val="00A013E7"/>
    <w:rsid w:val="00A01587"/>
    <w:rsid w:val="00A01A8A"/>
    <w:rsid w:val="00A02626"/>
    <w:rsid w:val="00A03EDC"/>
    <w:rsid w:val="00A067A4"/>
    <w:rsid w:val="00A06F8F"/>
    <w:rsid w:val="00A07ACF"/>
    <w:rsid w:val="00A10031"/>
    <w:rsid w:val="00A123CC"/>
    <w:rsid w:val="00A12F84"/>
    <w:rsid w:val="00A13FFC"/>
    <w:rsid w:val="00A14441"/>
    <w:rsid w:val="00A144B6"/>
    <w:rsid w:val="00A21680"/>
    <w:rsid w:val="00A227F3"/>
    <w:rsid w:val="00A22E5E"/>
    <w:rsid w:val="00A3308A"/>
    <w:rsid w:val="00A33388"/>
    <w:rsid w:val="00A33CDA"/>
    <w:rsid w:val="00A3440A"/>
    <w:rsid w:val="00A35AF6"/>
    <w:rsid w:val="00A36CE4"/>
    <w:rsid w:val="00A415DA"/>
    <w:rsid w:val="00A43490"/>
    <w:rsid w:val="00A4494F"/>
    <w:rsid w:val="00A50892"/>
    <w:rsid w:val="00A51CF3"/>
    <w:rsid w:val="00A53C87"/>
    <w:rsid w:val="00A5692E"/>
    <w:rsid w:val="00A5784A"/>
    <w:rsid w:val="00A57A28"/>
    <w:rsid w:val="00A60CF2"/>
    <w:rsid w:val="00A611E4"/>
    <w:rsid w:val="00A625D0"/>
    <w:rsid w:val="00A63FF0"/>
    <w:rsid w:val="00A671AE"/>
    <w:rsid w:val="00A7224F"/>
    <w:rsid w:val="00A75435"/>
    <w:rsid w:val="00A7686F"/>
    <w:rsid w:val="00A76993"/>
    <w:rsid w:val="00A8245A"/>
    <w:rsid w:val="00A82509"/>
    <w:rsid w:val="00A85AE5"/>
    <w:rsid w:val="00A86DFC"/>
    <w:rsid w:val="00A915DA"/>
    <w:rsid w:val="00A94321"/>
    <w:rsid w:val="00A948EF"/>
    <w:rsid w:val="00A96816"/>
    <w:rsid w:val="00A979F9"/>
    <w:rsid w:val="00AA27FF"/>
    <w:rsid w:val="00AA5644"/>
    <w:rsid w:val="00AA5923"/>
    <w:rsid w:val="00AA6EBF"/>
    <w:rsid w:val="00AA6FC6"/>
    <w:rsid w:val="00AB04E1"/>
    <w:rsid w:val="00AB64AF"/>
    <w:rsid w:val="00AC003B"/>
    <w:rsid w:val="00AC0CAB"/>
    <w:rsid w:val="00AC30A5"/>
    <w:rsid w:val="00AC70D8"/>
    <w:rsid w:val="00AC7C6E"/>
    <w:rsid w:val="00AD411B"/>
    <w:rsid w:val="00AD4C0B"/>
    <w:rsid w:val="00AD5067"/>
    <w:rsid w:val="00AE1DD2"/>
    <w:rsid w:val="00AE3130"/>
    <w:rsid w:val="00AE41AD"/>
    <w:rsid w:val="00AE5392"/>
    <w:rsid w:val="00AE556C"/>
    <w:rsid w:val="00AF1549"/>
    <w:rsid w:val="00AF350E"/>
    <w:rsid w:val="00B02E91"/>
    <w:rsid w:val="00B0317C"/>
    <w:rsid w:val="00B05B18"/>
    <w:rsid w:val="00B05FEF"/>
    <w:rsid w:val="00B107D7"/>
    <w:rsid w:val="00B13869"/>
    <w:rsid w:val="00B139B8"/>
    <w:rsid w:val="00B1477E"/>
    <w:rsid w:val="00B15718"/>
    <w:rsid w:val="00B17591"/>
    <w:rsid w:val="00B226B1"/>
    <w:rsid w:val="00B25090"/>
    <w:rsid w:val="00B25600"/>
    <w:rsid w:val="00B267CB"/>
    <w:rsid w:val="00B27855"/>
    <w:rsid w:val="00B27EB8"/>
    <w:rsid w:val="00B30C2B"/>
    <w:rsid w:val="00B31FB1"/>
    <w:rsid w:val="00B320CA"/>
    <w:rsid w:val="00B36ADA"/>
    <w:rsid w:val="00B40005"/>
    <w:rsid w:val="00B405DD"/>
    <w:rsid w:val="00B40C4B"/>
    <w:rsid w:val="00B45606"/>
    <w:rsid w:val="00B46F13"/>
    <w:rsid w:val="00B51149"/>
    <w:rsid w:val="00B556A5"/>
    <w:rsid w:val="00B56A7B"/>
    <w:rsid w:val="00B5735D"/>
    <w:rsid w:val="00B616B5"/>
    <w:rsid w:val="00B619BC"/>
    <w:rsid w:val="00B63A74"/>
    <w:rsid w:val="00B66371"/>
    <w:rsid w:val="00B6664A"/>
    <w:rsid w:val="00B71484"/>
    <w:rsid w:val="00B72485"/>
    <w:rsid w:val="00B732BF"/>
    <w:rsid w:val="00B801B9"/>
    <w:rsid w:val="00B819D8"/>
    <w:rsid w:val="00B81A40"/>
    <w:rsid w:val="00B83125"/>
    <w:rsid w:val="00B83A7B"/>
    <w:rsid w:val="00B851BF"/>
    <w:rsid w:val="00B93CB4"/>
    <w:rsid w:val="00B9436B"/>
    <w:rsid w:val="00B97EE6"/>
    <w:rsid w:val="00BA083F"/>
    <w:rsid w:val="00BA0CB1"/>
    <w:rsid w:val="00BB1888"/>
    <w:rsid w:val="00BB47E5"/>
    <w:rsid w:val="00BC132C"/>
    <w:rsid w:val="00BC1402"/>
    <w:rsid w:val="00BC3D72"/>
    <w:rsid w:val="00BC7218"/>
    <w:rsid w:val="00BC7495"/>
    <w:rsid w:val="00BD0C5A"/>
    <w:rsid w:val="00BD1CDD"/>
    <w:rsid w:val="00BD24AF"/>
    <w:rsid w:val="00BD465F"/>
    <w:rsid w:val="00BD4C7C"/>
    <w:rsid w:val="00BD4DF7"/>
    <w:rsid w:val="00BD4ED5"/>
    <w:rsid w:val="00BD585E"/>
    <w:rsid w:val="00BD5C72"/>
    <w:rsid w:val="00BD7484"/>
    <w:rsid w:val="00BE3562"/>
    <w:rsid w:val="00BE3DE4"/>
    <w:rsid w:val="00BE47C8"/>
    <w:rsid w:val="00BE6863"/>
    <w:rsid w:val="00BF10AD"/>
    <w:rsid w:val="00BF51F5"/>
    <w:rsid w:val="00BF7CE7"/>
    <w:rsid w:val="00C001E0"/>
    <w:rsid w:val="00C00AE9"/>
    <w:rsid w:val="00C02DBD"/>
    <w:rsid w:val="00C05917"/>
    <w:rsid w:val="00C06468"/>
    <w:rsid w:val="00C06F5D"/>
    <w:rsid w:val="00C15337"/>
    <w:rsid w:val="00C16AB2"/>
    <w:rsid w:val="00C1770A"/>
    <w:rsid w:val="00C20429"/>
    <w:rsid w:val="00C22C69"/>
    <w:rsid w:val="00C22CB7"/>
    <w:rsid w:val="00C248CF"/>
    <w:rsid w:val="00C32633"/>
    <w:rsid w:val="00C331D4"/>
    <w:rsid w:val="00C3365E"/>
    <w:rsid w:val="00C350D0"/>
    <w:rsid w:val="00C36B91"/>
    <w:rsid w:val="00C44A38"/>
    <w:rsid w:val="00C50F84"/>
    <w:rsid w:val="00C5299C"/>
    <w:rsid w:val="00C542F1"/>
    <w:rsid w:val="00C547B5"/>
    <w:rsid w:val="00C56712"/>
    <w:rsid w:val="00C56BCA"/>
    <w:rsid w:val="00C6246E"/>
    <w:rsid w:val="00C6275C"/>
    <w:rsid w:val="00C629A6"/>
    <w:rsid w:val="00C635CF"/>
    <w:rsid w:val="00C63B3B"/>
    <w:rsid w:val="00C64F09"/>
    <w:rsid w:val="00C70FB0"/>
    <w:rsid w:val="00C717BB"/>
    <w:rsid w:val="00C7297F"/>
    <w:rsid w:val="00C73604"/>
    <w:rsid w:val="00C73D8A"/>
    <w:rsid w:val="00C76CAE"/>
    <w:rsid w:val="00C7760B"/>
    <w:rsid w:val="00C778DE"/>
    <w:rsid w:val="00C82A45"/>
    <w:rsid w:val="00C86D39"/>
    <w:rsid w:val="00C9112C"/>
    <w:rsid w:val="00C9198F"/>
    <w:rsid w:val="00C91992"/>
    <w:rsid w:val="00C934CA"/>
    <w:rsid w:val="00C93586"/>
    <w:rsid w:val="00C93A1D"/>
    <w:rsid w:val="00C96D79"/>
    <w:rsid w:val="00C97DDB"/>
    <w:rsid w:val="00CA1011"/>
    <w:rsid w:val="00CA245A"/>
    <w:rsid w:val="00CA4049"/>
    <w:rsid w:val="00CA6C40"/>
    <w:rsid w:val="00CA705C"/>
    <w:rsid w:val="00CA76C8"/>
    <w:rsid w:val="00CA7A2D"/>
    <w:rsid w:val="00CB010A"/>
    <w:rsid w:val="00CB23AE"/>
    <w:rsid w:val="00CB3F1D"/>
    <w:rsid w:val="00CB4458"/>
    <w:rsid w:val="00CB4CE8"/>
    <w:rsid w:val="00CB4F51"/>
    <w:rsid w:val="00CB6DF9"/>
    <w:rsid w:val="00CB7741"/>
    <w:rsid w:val="00CB7E02"/>
    <w:rsid w:val="00CC0DF9"/>
    <w:rsid w:val="00CC0E5D"/>
    <w:rsid w:val="00CC16EF"/>
    <w:rsid w:val="00CC49DE"/>
    <w:rsid w:val="00CC4AA9"/>
    <w:rsid w:val="00CD01B2"/>
    <w:rsid w:val="00CD471A"/>
    <w:rsid w:val="00CD6A3B"/>
    <w:rsid w:val="00CD72DA"/>
    <w:rsid w:val="00CE5175"/>
    <w:rsid w:val="00CE5F9C"/>
    <w:rsid w:val="00CE68B6"/>
    <w:rsid w:val="00CE6CA1"/>
    <w:rsid w:val="00CE716F"/>
    <w:rsid w:val="00CE7B38"/>
    <w:rsid w:val="00CF03AA"/>
    <w:rsid w:val="00CF5849"/>
    <w:rsid w:val="00D075D8"/>
    <w:rsid w:val="00D114A8"/>
    <w:rsid w:val="00D13552"/>
    <w:rsid w:val="00D14609"/>
    <w:rsid w:val="00D15612"/>
    <w:rsid w:val="00D15884"/>
    <w:rsid w:val="00D15FE7"/>
    <w:rsid w:val="00D20757"/>
    <w:rsid w:val="00D20A3B"/>
    <w:rsid w:val="00D21C06"/>
    <w:rsid w:val="00D32543"/>
    <w:rsid w:val="00D3443F"/>
    <w:rsid w:val="00D3573A"/>
    <w:rsid w:val="00D4284F"/>
    <w:rsid w:val="00D4407F"/>
    <w:rsid w:val="00D440A5"/>
    <w:rsid w:val="00D447EC"/>
    <w:rsid w:val="00D4497D"/>
    <w:rsid w:val="00D4618E"/>
    <w:rsid w:val="00D47112"/>
    <w:rsid w:val="00D53334"/>
    <w:rsid w:val="00D53829"/>
    <w:rsid w:val="00D54045"/>
    <w:rsid w:val="00D55947"/>
    <w:rsid w:val="00D564AA"/>
    <w:rsid w:val="00D5672D"/>
    <w:rsid w:val="00D63050"/>
    <w:rsid w:val="00D65CC9"/>
    <w:rsid w:val="00D731BF"/>
    <w:rsid w:val="00D73A25"/>
    <w:rsid w:val="00D7691F"/>
    <w:rsid w:val="00D77A1C"/>
    <w:rsid w:val="00D812D9"/>
    <w:rsid w:val="00D82EF6"/>
    <w:rsid w:val="00D90079"/>
    <w:rsid w:val="00D94E85"/>
    <w:rsid w:val="00DA084A"/>
    <w:rsid w:val="00DA09D1"/>
    <w:rsid w:val="00DA2CA9"/>
    <w:rsid w:val="00DA623A"/>
    <w:rsid w:val="00DB03E6"/>
    <w:rsid w:val="00DB08AF"/>
    <w:rsid w:val="00DB2D38"/>
    <w:rsid w:val="00DC13DE"/>
    <w:rsid w:val="00DC1F12"/>
    <w:rsid w:val="00DC68CE"/>
    <w:rsid w:val="00DC7749"/>
    <w:rsid w:val="00DD05D4"/>
    <w:rsid w:val="00DD0D68"/>
    <w:rsid w:val="00DD23A2"/>
    <w:rsid w:val="00DD4927"/>
    <w:rsid w:val="00DD4A2B"/>
    <w:rsid w:val="00DD68A2"/>
    <w:rsid w:val="00DE0456"/>
    <w:rsid w:val="00DE54A4"/>
    <w:rsid w:val="00DE597E"/>
    <w:rsid w:val="00DE5FBF"/>
    <w:rsid w:val="00DF09E9"/>
    <w:rsid w:val="00DF363C"/>
    <w:rsid w:val="00DF43CA"/>
    <w:rsid w:val="00DF4FB7"/>
    <w:rsid w:val="00DF5C73"/>
    <w:rsid w:val="00DF7963"/>
    <w:rsid w:val="00E03792"/>
    <w:rsid w:val="00E04BD5"/>
    <w:rsid w:val="00E07E97"/>
    <w:rsid w:val="00E1053D"/>
    <w:rsid w:val="00E10B94"/>
    <w:rsid w:val="00E153CC"/>
    <w:rsid w:val="00E17270"/>
    <w:rsid w:val="00E21330"/>
    <w:rsid w:val="00E2157E"/>
    <w:rsid w:val="00E231AB"/>
    <w:rsid w:val="00E2464F"/>
    <w:rsid w:val="00E25A97"/>
    <w:rsid w:val="00E2657A"/>
    <w:rsid w:val="00E31BDA"/>
    <w:rsid w:val="00E3251B"/>
    <w:rsid w:val="00E33606"/>
    <w:rsid w:val="00E3598A"/>
    <w:rsid w:val="00E35B40"/>
    <w:rsid w:val="00E37980"/>
    <w:rsid w:val="00E41F12"/>
    <w:rsid w:val="00E477DC"/>
    <w:rsid w:val="00E5041F"/>
    <w:rsid w:val="00E57405"/>
    <w:rsid w:val="00E606DD"/>
    <w:rsid w:val="00E607D0"/>
    <w:rsid w:val="00E6174B"/>
    <w:rsid w:val="00E63B43"/>
    <w:rsid w:val="00E66B12"/>
    <w:rsid w:val="00E67383"/>
    <w:rsid w:val="00E734A6"/>
    <w:rsid w:val="00E73603"/>
    <w:rsid w:val="00E7441F"/>
    <w:rsid w:val="00E772BE"/>
    <w:rsid w:val="00E77AE9"/>
    <w:rsid w:val="00E77B6C"/>
    <w:rsid w:val="00E80CAF"/>
    <w:rsid w:val="00E81383"/>
    <w:rsid w:val="00E8168F"/>
    <w:rsid w:val="00E820DF"/>
    <w:rsid w:val="00E832A5"/>
    <w:rsid w:val="00E876FD"/>
    <w:rsid w:val="00E92996"/>
    <w:rsid w:val="00E934B5"/>
    <w:rsid w:val="00E95733"/>
    <w:rsid w:val="00E979BA"/>
    <w:rsid w:val="00EA01BC"/>
    <w:rsid w:val="00EA188D"/>
    <w:rsid w:val="00EA2590"/>
    <w:rsid w:val="00EA25B8"/>
    <w:rsid w:val="00EA34A6"/>
    <w:rsid w:val="00EA55B4"/>
    <w:rsid w:val="00EB0A2F"/>
    <w:rsid w:val="00EB305E"/>
    <w:rsid w:val="00EB4E2E"/>
    <w:rsid w:val="00EB6705"/>
    <w:rsid w:val="00EB7EE0"/>
    <w:rsid w:val="00EC310B"/>
    <w:rsid w:val="00EC569C"/>
    <w:rsid w:val="00EC76F3"/>
    <w:rsid w:val="00ED0078"/>
    <w:rsid w:val="00ED0D12"/>
    <w:rsid w:val="00ED2D43"/>
    <w:rsid w:val="00ED3B0B"/>
    <w:rsid w:val="00ED4639"/>
    <w:rsid w:val="00ED670B"/>
    <w:rsid w:val="00ED6C94"/>
    <w:rsid w:val="00EE30F2"/>
    <w:rsid w:val="00EE34B1"/>
    <w:rsid w:val="00EE3B03"/>
    <w:rsid w:val="00EE5531"/>
    <w:rsid w:val="00EE6FBC"/>
    <w:rsid w:val="00EE7BC8"/>
    <w:rsid w:val="00EF217D"/>
    <w:rsid w:val="00EF37A3"/>
    <w:rsid w:val="00EF3D21"/>
    <w:rsid w:val="00EF4F94"/>
    <w:rsid w:val="00F018C0"/>
    <w:rsid w:val="00F122F0"/>
    <w:rsid w:val="00F12321"/>
    <w:rsid w:val="00F13DF8"/>
    <w:rsid w:val="00F148EE"/>
    <w:rsid w:val="00F201EA"/>
    <w:rsid w:val="00F23AF5"/>
    <w:rsid w:val="00F23BBE"/>
    <w:rsid w:val="00F23ED4"/>
    <w:rsid w:val="00F24FAB"/>
    <w:rsid w:val="00F30575"/>
    <w:rsid w:val="00F335C5"/>
    <w:rsid w:val="00F34670"/>
    <w:rsid w:val="00F36275"/>
    <w:rsid w:val="00F37886"/>
    <w:rsid w:val="00F4233E"/>
    <w:rsid w:val="00F42D02"/>
    <w:rsid w:val="00F45CE2"/>
    <w:rsid w:val="00F47414"/>
    <w:rsid w:val="00F527F7"/>
    <w:rsid w:val="00F52D1C"/>
    <w:rsid w:val="00F541EE"/>
    <w:rsid w:val="00F5483C"/>
    <w:rsid w:val="00F555F3"/>
    <w:rsid w:val="00F61018"/>
    <w:rsid w:val="00F70351"/>
    <w:rsid w:val="00F70902"/>
    <w:rsid w:val="00F71BC2"/>
    <w:rsid w:val="00F71CC8"/>
    <w:rsid w:val="00F76991"/>
    <w:rsid w:val="00F77841"/>
    <w:rsid w:val="00F8145E"/>
    <w:rsid w:val="00F81E81"/>
    <w:rsid w:val="00F8274C"/>
    <w:rsid w:val="00F8366D"/>
    <w:rsid w:val="00F84C8E"/>
    <w:rsid w:val="00F85C30"/>
    <w:rsid w:val="00F875BF"/>
    <w:rsid w:val="00F9458B"/>
    <w:rsid w:val="00FA4AE1"/>
    <w:rsid w:val="00FA50F0"/>
    <w:rsid w:val="00FA520A"/>
    <w:rsid w:val="00FA6F61"/>
    <w:rsid w:val="00FA7E9F"/>
    <w:rsid w:val="00FB0315"/>
    <w:rsid w:val="00FB58A4"/>
    <w:rsid w:val="00FB592F"/>
    <w:rsid w:val="00FC6AE2"/>
    <w:rsid w:val="00FC6C5E"/>
    <w:rsid w:val="00FC7AB9"/>
    <w:rsid w:val="00FC7F5D"/>
    <w:rsid w:val="00FD025B"/>
    <w:rsid w:val="00FD1293"/>
    <w:rsid w:val="00FD1527"/>
    <w:rsid w:val="00FD2C89"/>
    <w:rsid w:val="00FD2ED6"/>
    <w:rsid w:val="00FD4A47"/>
    <w:rsid w:val="00FD4CF7"/>
    <w:rsid w:val="00FD4E42"/>
    <w:rsid w:val="00FD53A9"/>
    <w:rsid w:val="00FD5BC2"/>
    <w:rsid w:val="00FD63E6"/>
    <w:rsid w:val="00FE004A"/>
    <w:rsid w:val="00FE15B0"/>
    <w:rsid w:val="00FE1D93"/>
    <w:rsid w:val="00FE224E"/>
    <w:rsid w:val="00FE2B1A"/>
    <w:rsid w:val="00FE60F9"/>
    <w:rsid w:val="00FE6109"/>
    <w:rsid w:val="00FF167A"/>
    <w:rsid w:val="00FF1FAE"/>
    <w:rsid w:val="00FF2473"/>
    <w:rsid w:val="00FF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A13"/>
  </w:style>
  <w:style w:type="paragraph" w:styleId="1">
    <w:name w:val="heading 1"/>
    <w:basedOn w:val="a"/>
    <w:next w:val="a"/>
    <w:qFormat/>
    <w:rsid w:val="005A5A13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A5A13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A5A1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A5A13"/>
    <w:pPr>
      <w:keepNext/>
      <w:spacing w:line="240" w:lineRule="exact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5A5A13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5A5A1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5D5D5F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5A5A13"/>
    <w:pPr>
      <w:ind w:left="283" w:hanging="283"/>
    </w:pPr>
  </w:style>
  <w:style w:type="paragraph" w:styleId="a4">
    <w:name w:val="Body Text"/>
    <w:basedOn w:val="a"/>
    <w:rsid w:val="005A5A13"/>
    <w:pPr>
      <w:spacing w:after="120"/>
    </w:pPr>
  </w:style>
  <w:style w:type="paragraph" w:styleId="a5">
    <w:name w:val="header"/>
    <w:basedOn w:val="a"/>
    <w:link w:val="a6"/>
    <w:uiPriority w:val="99"/>
    <w:rsid w:val="005A5A13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5A5A13"/>
  </w:style>
  <w:style w:type="paragraph" w:styleId="a8">
    <w:name w:val="footer"/>
    <w:basedOn w:val="a"/>
    <w:link w:val="a9"/>
    <w:uiPriority w:val="99"/>
    <w:rsid w:val="005A5A13"/>
    <w:pPr>
      <w:tabs>
        <w:tab w:val="center" w:pos="4536"/>
        <w:tab w:val="right" w:pos="9072"/>
      </w:tabs>
    </w:pPr>
  </w:style>
  <w:style w:type="paragraph" w:styleId="aa">
    <w:name w:val="Body Text Indent"/>
    <w:basedOn w:val="a"/>
    <w:rsid w:val="005A5A13"/>
    <w:pPr>
      <w:ind w:firstLine="851"/>
      <w:jc w:val="both"/>
    </w:pPr>
    <w:rPr>
      <w:sz w:val="28"/>
    </w:rPr>
  </w:style>
  <w:style w:type="paragraph" w:styleId="ab">
    <w:name w:val="Title"/>
    <w:basedOn w:val="a"/>
    <w:qFormat/>
    <w:rsid w:val="005A5A13"/>
    <w:pPr>
      <w:jc w:val="center"/>
    </w:pPr>
    <w:rPr>
      <w:sz w:val="28"/>
    </w:rPr>
  </w:style>
  <w:style w:type="paragraph" w:styleId="ac">
    <w:name w:val="Document Map"/>
    <w:basedOn w:val="a"/>
    <w:semiHidden/>
    <w:rsid w:val="005A5A13"/>
    <w:pPr>
      <w:shd w:val="clear" w:color="auto" w:fill="000080"/>
    </w:pPr>
    <w:rPr>
      <w:rFonts w:ascii="Tahoma" w:hAnsi="Tahoma"/>
    </w:rPr>
  </w:style>
  <w:style w:type="table" w:styleId="ad">
    <w:name w:val="Table Grid"/>
    <w:basedOn w:val="a1"/>
    <w:rsid w:val="00F34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70224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66D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D18"/>
    <w:pPr>
      <w:autoSpaceDE w:val="0"/>
      <w:autoSpaceDN w:val="0"/>
      <w:adjustRightInd w:val="0"/>
    </w:pPr>
    <w:rPr>
      <w:b/>
      <w:bCs/>
    </w:rPr>
  </w:style>
  <w:style w:type="character" w:styleId="af">
    <w:name w:val="Hyperlink"/>
    <w:basedOn w:val="a0"/>
    <w:rsid w:val="009A4A75"/>
    <w:rPr>
      <w:color w:val="0000FF"/>
      <w:u w:val="single"/>
    </w:rPr>
  </w:style>
  <w:style w:type="paragraph" w:customStyle="1" w:styleId="ConsPlusNormal">
    <w:name w:val="ConsPlusNormal"/>
    <w:link w:val="ConsPlusNormal0"/>
    <w:rsid w:val="00B107D7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Normal">
    <w:name w:val="ConsNormal"/>
    <w:rsid w:val="000921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f0">
    <w:name w:val="Strong"/>
    <w:basedOn w:val="a0"/>
    <w:qFormat/>
    <w:rsid w:val="00114691"/>
    <w:rPr>
      <w:b/>
      <w:bCs/>
    </w:rPr>
  </w:style>
  <w:style w:type="character" w:customStyle="1" w:styleId="a9">
    <w:name w:val="Нижний колонтитул Знак"/>
    <w:basedOn w:val="a0"/>
    <w:link w:val="a8"/>
    <w:uiPriority w:val="99"/>
    <w:rsid w:val="008D1C5F"/>
  </w:style>
  <w:style w:type="character" w:customStyle="1" w:styleId="a6">
    <w:name w:val="Верхний колонтитул Знак"/>
    <w:basedOn w:val="a0"/>
    <w:link w:val="a5"/>
    <w:uiPriority w:val="99"/>
    <w:rsid w:val="008D1C5F"/>
  </w:style>
  <w:style w:type="character" w:customStyle="1" w:styleId="ConsPlusNormal0">
    <w:name w:val="ConsPlusNormal Знак"/>
    <w:link w:val="ConsPlusNormal"/>
    <w:locked/>
    <w:rsid w:val="008A33BA"/>
    <w:rPr>
      <w:sz w:val="26"/>
      <w:szCs w:val="26"/>
    </w:rPr>
  </w:style>
  <w:style w:type="character" w:customStyle="1" w:styleId="af1">
    <w:name w:val="Основной текст_"/>
    <w:basedOn w:val="a0"/>
    <w:link w:val="20"/>
    <w:rsid w:val="007A02A3"/>
    <w:rPr>
      <w:spacing w:val="-1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7A02A3"/>
    <w:pPr>
      <w:widowControl w:val="0"/>
      <w:shd w:val="clear" w:color="auto" w:fill="FFFFFF"/>
      <w:spacing w:line="326" w:lineRule="exact"/>
      <w:ind w:hanging="300"/>
    </w:pPr>
    <w:rPr>
      <w:spacing w:val="-1"/>
      <w:sz w:val="26"/>
      <w:szCs w:val="26"/>
    </w:rPr>
  </w:style>
  <w:style w:type="character" w:customStyle="1" w:styleId="FontStyle25">
    <w:name w:val="Font Style25"/>
    <w:basedOn w:val="a0"/>
    <w:uiPriority w:val="99"/>
    <w:rsid w:val="007A02A3"/>
    <w:rPr>
      <w:rFonts w:ascii="Times New Roman" w:hAnsi="Times New Roman" w:cs="Times New Roman"/>
      <w:sz w:val="26"/>
      <w:szCs w:val="26"/>
    </w:rPr>
  </w:style>
  <w:style w:type="character" w:styleId="af2">
    <w:name w:val="Emphasis"/>
    <w:uiPriority w:val="20"/>
    <w:qFormat/>
    <w:rsid w:val="005E066E"/>
    <w:rPr>
      <w:i/>
      <w:iCs/>
    </w:rPr>
  </w:style>
  <w:style w:type="paragraph" w:styleId="af3">
    <w:name w:val="List Paragraph"/>
    <w:basedOn w:val="a"/>
    <w:uiPriority w:val="34"/>
    <w:qFormat/>
    <w:rsid w:val="0095754E"/>
    <w:pPr>
      <w:ind w:left="720"/>
      <w:contextualSpacing/>
    </w:pPr>
    <w:rPr>
      <w:rFonts w:ascii="Times New Roman CYR" w:hAnsi="Times New Roman CYR"/>
    </w:rPr>
  </w:style>
  <w:style w:type="character" w:customStyle="1" w:styleId="af4">
    <w:name w:val="Другое_"/>
    <w:basedOn w:val="a0"/>
    <w:link w:val="af5"/>
    <w:rsid w:val="00F335C5"/>
    <w:rPr>
      <w:sz w:val="22"/>
      <w:szCs w:val="22"/>
    </w:rPr>
  </w:style>
  <w:style w:type="paragraph" w:customStyle="1" w:styleId="af5">
    <w:name w:val="Другое"/>
    <w:basedOn w:val="a"/>
    <w:link w:val="af4"/>
    <w:rsid w:val="00F335C5"/>
    <w:pPr>
      <w:widowControl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4682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26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93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RTIKAZ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CBD140-12DB-487A-82E7-52C01839A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PRTIKAZ</Template>
  <TotalTime>7</TotalTime>
  <Pages>6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ГФУ</Company>
  <LinksUpToDate>false</LinksUpToDate>
  <CharactersWithSpaces>5364</CharactersWithSpaces>
  <SharedDoc>false</SharedDoc>
  <HLinks>
    <vt:vector size="144" baseType="variant">
      <vt:variant>
        <vt:i4>1900630</vt:i4>
      </vt:variant>
      <vt:variant>
        <vt:i4>69</vt:i4>
      </vt:variant>
      <vt:variant>
        <vt:i4>0</vt:i4>
      </vt:variant>
      <vt:variant>
        <vt:i4>5</vt:i4>
      </vt:variant>
      <vt:variant>
        <vt:lpwstr>http://www.bankrot.fedresurs.ru/</vt:lpwstr>
      </vt:variant>
      <vt:variant>
        <vt:lpwstr/>
      </vt:variant>
      <vt:variant>
        <vt:i4>5636098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6946870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5505026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6422579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2556006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2556006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6553652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Par164</vt:lpwstr>
      </vt:variant>
      <vt:variant>
        <vt:i4>6357043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5373954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5767254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consultantplus://offline/ref=79AD6FBB4C38C9C0DA7C7D6B84E5A1C2905358CA6D8636DC5B79A9314Ba4uBG</vt:lpwstr>
      </vt:variant>
      <vt:variant>
        <vt:lpwstr/>
      </vt:variant>
      <vt:variant>
        <vt:i4>6815845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6815845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5767262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5767262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6815848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6815848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7274548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consultantplus://offline/ref=79AD6FBB4C38C9C0DA7C7D6B84E5A1C2905359C26D8436DC5B79A9314B4B2032C5A2CB61F536a1uBG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Steve John Samond</dc:creator>
  <cp:lastModifiedBy>Васильченко ТВ</cp:lastModifiedBy>
  <cp:revision>5</cp:revision>
  <cp:lastPrinted>2025-04-22T06:35:00Z</cp:lastPrinted>
  <dcterms:created xsi:type="dcterms:W3CDTF">2025-04-24T07:43:00Z</dcterms:created>
  <dcterms:modified xsi:type="dcterms:W3CDTF">2025-04-24T07:53:00Z</dcterms:modified>
</cp:coreProperties>
</file>